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4" w:type="dxa"/>
        <w:tblInd w:w="-56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4020"/>
        <w:gridCol w:w="4253"/>
        <w:gridCol w:w="850"/>
        <w:gridCol w:w="851"/>
      </w:tblGrid>
      <w:tr w:rsidR="003938ED" w:rsidRPr="003938ED" w14:paraId="3CA8E5ED" w14:textId="77777777" w:rsidTr="001E6BD6">
        <w:trPr>
          <w:trHeight w:val="284"/>
        </w:trPr>
        <w:tc>
          <w:tcPr>
            <w:tcW w:w="40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5EB" w14:textId="77777777" w:rsidR="007415F6" w:rsidRPr="003938ED" w:rsidRDefault="00CC1633" w:rsidP="00DC71E3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/>
                <w:color w:val="auto"/>
                <w:sz w:val="20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Identificação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travessia </w:t>
            </w:r>
            <w:r w:rsidR="00EC7C6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 espe</w:t>
            </w:r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cialidade 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</w:t>
            </w:r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Linha/</w:t>
            </w:r>
            <w:proofErr w:type="spellStart"/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</w:t>
            </w:r>
            <w:r w:rsidR="00DB267B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k</w:t>
            </w:r>
            <w:proofErr w:type="spellEnd"/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/Sinalização/RCT+TP/…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):</w:t>
            </w:r>
          </w:p>
        </w:tc>
        <w:tc>
          <w:tcPr>
            <w:tcW w:w="595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CA8E5EC" w14:textId="77777777" w:rsidR="007415F6" w:rsidRPr="003938ED" w:rsidRDefault="007415F6" w:rsidP="00A11D5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8B1" w:rsidRPr="003938ED" w14:paraId="3CA8E5F2" w14:textId="77777777" w:rsidTr="003938B1">
        <w:trPr>
          <w:trHeight w:val="284"/>
        </w:trPr>
        <w:tc>
          <w:tcPr>
            <w:tcW w:w="827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5EE" w14:textId="77777777" w:rsidR="003938B1" w:rsidRDefault="003938B1" w:rsidP="003938B1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Confirmação que </w:t>
            </w:r>
            <w:proofErr w:type="gramStart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travessia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não se encontram</w:t>
            </w:r>
            <w:proofErr w:type="gram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numa </w:t>
            </w: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zona de curva de transição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Via</w:t>
            </w:r>
          </w:p>
          <w:p w14:paraId="3CA8E5EF" w14:textId="77777777" w:rsidR="003938B1" w:rsidRPr="003938ED" w:rsidRDefault="003938B1" w:rsidP="003938B1">
            <w:pPr>
              <w:pStyle w:val="AllCapsHeading"/>
              <w:ind w:left="360"/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 w:rsidRPr="00B512F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(com escala variável e raio progressivo)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(1)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5F0" w14:textId="77777777" w:rsidR="003938B1" w:rsidRPr="00A561B4" w:rsidRDefault="003938B1" w:rsidP="003938B1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22309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5F1" w14:textId="77777777" w:rsidR="003938B1" w:rsidRPr="00A561B4" w:rsidRDefault="003938B1" w:rsidP="003938B1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35341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</w:tr>
      <w:tr w:rsidR="003938B1" w:rsidRPr="003938ED" w14:paraId="3CA8E5F4" w14:textId="77777777" w:rsidTr="00982793">
        <w:trPr>
          <w:trHeight w:val="284"/>
        </w:trPr>
        <w:tc>
          <w:tcPr>
            <w:tcW w:w="997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5F3" w14:textId="77777777" w:rsidR="003938B1" w:rsidRPr="003938ED" w:rsidRDefault="003938B1" w:rsidP="003938B1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Imagem do e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xtrato do Diagrama de Sinalização e Caminho de Cabos com evidência da travessia:</w:t>
            </w:r>
          </w:p>
        </w:tc>
      </w:tr>
      <w:tr w:rsidR="003938B1" w:rsidRPr="00814998" w14:paraId="3CA8E5F6" w14:textId="77777777" w:rsidTr="00047A7A">
        <w:trPr>
          <w:trHeight w:val="5214"/>
        </w:trPr>
        <w:tc>
          <w:tcPr>
            <w:tcW w:w="997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5F5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38B1" w:rsidRPr="003938ED" w14:paraId="3CA8E5F8" w14:textId="77777777" w:rsidTr="001E3C6E">
        <w:trPr>
          <w:trHeight w:val="284"/>
        </w:trPr>
        <w:tc>
          <w:tcPr>
            <w:tcW w:w="997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5F7" w14:textId="77777777" w:rsidR="003938B1" w:rsidRPr="003938ED" w:rsidRDefault="003938B1" w:rsidP="003938B1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Imagem Google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/fotográfica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com esquisso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do perfil 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da travessia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(incluindo medições no terreno)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:</w:t>
            </w:r>
          </w:p>
        </w:tc>
      </w:tr>
      <w:tr w:rsidR="003938B1" w:rsidRPr="00814998" w14:paraId="3CA8E603" w14:textId="77777777" w:rsidTr="00047A7A">
        <w:trPr>
          <w:trHeight w:val="5509"/>
        </w:trPr>
        <w:tc>
          <w:tcPr>
            <w:tcW w:w="997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5F9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A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B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C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D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E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5FF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600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601" w14:textId="77777777" w:rsidR="003938B1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CA8E602" w14:textId="77777777" w:rsidR="003938B1" w:rsidRPr="007647DE" w:rsidRDefault="003938B1" w:rsidP="003938B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A8E604" w14:textId="77777777" w:rsidR="00652A43" w:rsidRDefault="00652A43">
      <w:pPr>
        <w:rPr>
          <w:rFonts w:ascii="Arial" w:hAnsi="Arial" w:cs="Arial"/>
          <w:b/>
          <w:sz w:val="4"/>
          <w:szCs w:val="4"/>
        </w:rPr>
      </w:pPr>
    </w:p>
    <w:p w14:paraId="3CA8E605" w14:textId="77777777" w:rsidR="00C94DAA" w:rsidRDefault="00C94DAA">
      <w:pPr>
        <w:rPr>
          <w:rFonts w:ascii="Arial" w:hAnsi="Arial" w:cs="Arial"/>
          <w:b/>
          <w:sz w:val="4"/>
          <w:szCs w:val="4"/>
        </w:rPr>
      </w:pPr>
    </w:p>
    <w:p w14:paraId="3CA8E606" w14:textId="77777777" w:rsidR="00C94DAA" w:rsidRDefault="00C94DAA">
      <w:pPr>
        <w:rPr>
          <w:rFonts w:ascii="Arial" w:hAnsi="Arial" w:cs="Arial"/>
          <w:b/>
          <w:sz w:val="4"/>
          <w:szCs w:val="4"/>
        </w:rPr>
      </w:pPr>
    </w:p>
    <w:p w14:paraId="3CA8E607" w14:textId="77777777" w:rsidR="007E2FC1" w:rsidRDefault="007E2FC1">
      <w:pPr>
        <w:rPr>
          <w:rFonts w:ascii="Arial" w:hAnsi="Arial" w:cs="Arial"/>
          <w:b/>
          <w:sz w:val="4"/>
          <w:szCs w:val="4"/>
        </w:rPr>
      </w:pPr>
    </w:p>
    <w:p w14:paraId="3CA8E608" w14:textId="77777777" w:rsidR="007E2FC1" w:rsidRDefault="007E2FC1">
      <w:pPr>
        <w:rPr>
          <w:rFonts w:ascii="Arial" w:hAnsi="Arial" w:cs="Arial"/>
          <w:b/>
          <w:sz w:val="4"/>
          <w:szCs w:val="4"/>
        </w:rPr>
      </w:pPr>
    </w:p>
    <w:p w14:paraId="3CA8E609" w14:textId="77777777" w:rsidR="007E2FC1" w:rsidRDefault="007E2FC1">
      <w:pPr>
        <w:rPr>
          <w:rFonts w:ascii="Arial" w:hAnsi="Arial" w:cs="Arial"/>
          <w:b/>
          <w:sz w:val="4"/>
          <w:szCs w:val="4"/>
        </w:rPr>
      </w:pPr>
    </w:p>
    <w:p w14:paraId="3CA8E60A" w14:textId="77777777" w:rsidR="007E2FC1" w:rsidRDefault="007E2FC1">
      <w:pPr>
        <w:rPr>
          <w:rFonts w:ascii="Arial" w:hAnsi="Arial" w:cs="Arial"/>
          <w:b/>
          <w:sz w:val="4"/>
          <w:szCs w:val="4"/>
        </w:rPr>
      </w:pPr>
    </w:p>
    <w:tbl>
      <w:tblPr>
        <w:tblW w:w="9974" w:type="dxa"/>
        <w:tblInd w:w="-56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5013"/>
        <w:gridCol w:w="4961"/>
      </w:tblGrid>
      <w:tr w:rsidR="003938ED" w:rsidRPr="003938ED" w14:paraId="3CA8E60D" w14:textId="77777777" w:rsidTr="001E3C6E">
        <w:trPr>
          <w:trHeight w:val="284"/>
        </w:trPr>
        <w:tc>
          <w:tcPr>
            <w:tcW w:w="50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0B" w14:textId="77777777" w:rsidR="007E2FC1" w:rsidRPr="003938ED" w:rsidRDefault="007E2FC1" w:rsidP="00CA5E68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lastRenderedPageBreak/>
              <w:t>Foto evidenciando o vão (Lado Esquerdo):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0C" w14:textId="77777777" w:rsidR="007E2FC1" w:rsidRPr="003938ED" w:rsidRDefault="007E2FC1" w:rsidP="00CA5E68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Foto evidenciando o vão (Lado Direito):</w:t>
            </w:r>
          </w:p>
        </w:tc>
      </w:tr>
      <w:tr w:rsidR="007E2FC1" w:rsidRPr="007E2FC1" w14:paraId="3CA8E610" w14:textId="77777777" w:rsidTr="008D688A">
        <w:trPr>
          <w:trHeight w:val="4725"/>
        </w:trPr>
        <w:tc>
          <w:tcPr>
            <w:tcW w:w="50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60E" w14:textId="77777777" w:rsidR="007E2FC1" w:rsidRPr="007E2FC1" w:rsidRDefault="007E2FC1" w:rsidP="007E2FC1">
            <w:pPr>
              <w:pStyle w:val="AllCapsHeading"/>
              <w:rPr>
                <w:rFonts w:ascii="Arial Narrow" w:hAnsi="Arial Narrow" w:cs="Arial"/>
                <w:caps w:val="0"/>
                <w:color w:val="FFFFFF" w:themeColor="background1"/>
                <w:sz w:val="20"/>
                <w:szCs w:val="20"/>
                <w:lang w:val="pt-P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60F" w14:textId="77777777" w:rsidR="007E2FC1" w:rsidRPr="007E2FC1" w:rsidRDefault="007E2FC1" w:rsidP="008D688A">
            <w:pPr>
              <w:pStyle w:val="AllCapsHeading"/>
              <w:jc w:val="center"/>
              <w:rPr>
                <w:rFonts w:ascii="Arial Narrow" w:hAnsi="Arial Narrow" w:cs="Arial"/>
                <w:caps w:val="0"/>
                <w:color w:val="FFFFFF" w:themeColor="background1"/>
                <w:sz w:val="20"/>
                <w:szCs w:val="20"/>
                <w:lang w:val="pt-PT"/>
              </w:rPr>
            </w:pPr>
          </w:p>
        </w:tc>
      </w:tr>
      <w:tr w:rsidR="003938ED" w:rsidRPr="003938ED" w14:paraId="3CA8E613" w14:textId="77777777" w:rsidTr="001E3C6E">
        <w:trPr>
          <w:trHeight w:val="284"/>
        </w:trPr>
        <w:tc>
          <w:tcPr>
            <w:tcW w:w="50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11" w14:textId="77777777" w:rsidR="008D688A" w:rsidRPr="003938ED" w:rsidRDefault="008D688A" w:rsidP="008D688A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Foto evidenciando o vão (Montante):</w:t>
            </w:r>
          </w:p>
        </w:tc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12" w14:textId="77777777" w:rsidR="008D688A" w:rsidRPr="003938ED" w:rsidRDefault="008D688A" w:rsidP="008D688A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Foto evidenciando o vão (Jusante):</w:t>
            </w:r>
          </w:p>
        </w:tc>
      </w:tr>
      <w:tr w:rsidR="008D688A" w:rsidRPr="007E2FC1" w14:paraId="3CA8E616" w14:textId="77777777" w:rsidTr="00CA5E68">
        <w:trPr>
          <w:trHeight w:val="4725"/>
        </w:trPr>
        <w:tc>
          <w:tcPr>
            <w:tcW w:w="50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614" w14:textId="77777777" w:rsidR="008D688A" w:rsidRPr="007E2FC1" w:rsidRDefault="008D688A" w:rsidP="00CA5E68">
            <w:pPr>
              <w:pStyle w:val="AllCapsHeading"/>
              <w:rPr>
                <w:rFonts w:ascii="Arial Narrow" w:hAnsi="Arial Narrow" w:cs="Arial"/>
                <w:caps w:val="0"/>
                <w:color w:val="FFFFFF" w:themeColor="background1"/>
                <w:sz w:val="20"/>
                <w:szCs w:val="20"/>
                <w:lang w:val="pt-PT"/>
              </w:rPr>
            </w:pPr>
          </w:p>
        </w:tc>
        <w:tc>
          <w:tcPr>
            <w:tcW w:w="49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8E615" w14:textId="77777777" w:rsidR="008D688A" w:rsidRPr="007E2FC1" w:rsidRDefault="008D688A" w:rsidP="00CA5E68">
            <w:pPr>
              <w:pStyle w:val="AllCapsHeading"/>
              <w:jc w:val="center"/>
              <w:rPr>
                <w:rFonts w:ascii="Arial Narrow" w:hAnsi="Arial Narrow" w:cs="Arial"/>
                <w:caps w:val="0"/>
                <w:color w:val="FFFFFF" w:themeColor="background1"/>
                <w:sz w:val="20"/>
                <w:szCs w:val="20"/>
                <w:lang w:val="pt-PT"/>
              </w:rPr>
            </w:pPr>
          </w:p>
        </w:tc>
      </w:tr>
    </w:tbl>
    <w:p w14:paraId="3CA8E617" w14:textId="77777777" w:rsidR="007E2FC1" w:rsidRDefault="007E2FC1">
      <w:pPr>
        <w:rPr>
          <w:rFonts w:ascii="Arial Narrow" w:hAnsi="Arial Narrow" w:cs="Arial"/>
          <w:color w:val="808080"/>
          <w:sz w:val="20"/>
        </w:rPr>
      </w:pPr>
    </w:p>
    <w:p w14:paraId="3CA8E618" w14:textId="77777777" w:rsidR="00A7716E" w:rsidRDefault="00A7716E">
      <w:pPr>
        <w:jc w:val="left"/>
        <w:rPr>
          <w:rFonts w:ascii="Arial Narrow" w:hAnsi="Arial Narrow" w:cs="Arial"/>
          <w:color w:val="808080"/>
          <w:sz w:val="20"/>
        </w:rPr>
      </w:pPr>
      <w:r>
        <w:rPr>
          <w:rFonts w:ascii="Arial Narrow" w:hAnsi="Arial Narrow" w:cs="Arial"/>
          <w:color w:val="808080"/>
          <w:sz w:val="20"/>
        </w:rPr>
        <w:br w:type="page"/>
      </w:r>
    </w:p>
    <w:tbl>
      <w:tblPr>
        <w:tblW w:w="9974" w:type="dxa"/>
        <w:tblInd w:w="-56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4"/>
      </w:tblGrid>
      <w:tr w:rsidR="00A7716E" w:rsidRPr="003938ED" w14:paraId="3CA8E61A" w14:textId="77777777" w:rsidTr="00B36D28">
        <w:trPr>
          <w:trHeight w:val="284"/>
        </w:trPr>
        <w:tc>
          <w:tcPr>
            <w:tcW w:w="99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19" w14:textId="77777777" w:rsidR="00A7716E" w:rsidRPr="003938ED" w:rsidRDefault="00A7716E" w:rsidP="00B36D28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 w:rsidRPr="00A7716E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lastRenderedPageBreak/>
              <w:t xml:space="preserve">Motivo e </w:t>
            </w:r>
            <w:proofErr w:type="spellStart"/>
            <w:r w:rsidRPr="00A7716E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justif</w:t>
            </w:r>
            <w:r w:rsidR="00B36D2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icaçäo</w:t>
            </w:r>
            <w:proofErr w:type="spellEnd"/>
            <w:r w:rsidR="00B36D2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do pedido de </w:t>
            </w:r>
            <w:proofErr w:type="spellStart"/>
            <w:r w:rsidR="00B36D2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autorizaçäo</w:t>
            </w:r>
            <w:proofErr w:type="spellEnd"/>
          </w:p>
        </w:tc>
      </w:tr>
      <w:tr w:rsidR="00A7716E" w:rsidRPr="00A7716E" w14:paraId="3CA8E61C" w14:textId="77777777" w:rsidTr="0052206C">
        <w:trPr>
          <w:trHeight w:val="1848"/>
        </w:trPr>
        <w:tc>
          <w:tcPr>
            <w:tcW w:w="99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A8E61B" w14:textId="77777777" w:rsidR="00B36D28" w:rsidRPr="00A7716E" w:rsidRDefault="00A7716E" w:rsidP="00B36D2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A7716E">
              <w:rPr>
                <w:rFonts w:ascii="Arial" w:hAnsi="Arial" w:cs="Arial"/>
                <w:sz w:val="18"/>
                <w:szCs w:val="18"/>
              </w:rPr>
              <w:t xml:space="preserve">Texto de justificação explicando o motivo </w:t>
            </w:r>
            <w:r w:rsidR="00B36D28">
              <w:rPr>
                <w:rFonts w:ascii="Arial" w:hAnsi="Arial" w:cs="Arial"/>
                <w:sz w:val="18"/>
                <w:szCs w:val="18"/>
              </w:rPr>
              <w:t xml:space="preserve">da necessidade de </w:t>
            </w:r>
            <w:proofErr w:type="spellStart"/>
            <w:r w:rsidR="00B36D28">
              <w:rPr>
                <w:rFonts w:ascii="Arial" w:hAnsi="Arial" w:cs="Arial"/>
                <w:sz w:val="18"/>
                <w:szCs w:val="18"/>
              </w:rPr>
              <w:t>excução</w:t>
            </w:r>
            <w:proofErr w:type="spellEnd"/>
            <w:r w:rsidR="00B36D28">
              <w:rPr>
                <w:rFonts w:ascii="Arial" w:hAnsi="Arial" w:cs="Arial"/>
                <w:sz w:val="18"/>
                <w:szCs w:val="18"/>
              </w:rPr>
              <w:t xml:space="preserve"> da travessia a céu aberto, indicando e demonstrando que mesmo realizando </w:t>
            </w:r>
            <w:r w:rsidR="00B36D28" w:rsidRPr="00B36D28">
              <w:rPr>
                <w:rFonts w:ascii="Arial" w:hAnsi="Arial" w:cs="Arial"/>
                <w:sz w:val="18"/>
                <w:szCs w:val="18"/>
              </w:rPr>
              <w:t>alguma pequena intervenção na drenagem, talude ou muro, não há efetivamente espaço para colocar a máquina de perfuração</w:t>
            </w:r>
            <w:r w:rsidR="00B36D28">
              <w:rPr>
                <w:rFonts w:ascii="Arial" w:hAnsi="Arial" w:cs="Arial"/>
                <w:sz w:val="18"/>
                <w:szCs w:val="18"/>
              </w:rPr>
              <w:t xml:space="preserve"> e as travessias </w:t>
            </w:r>
            <w:proofErr w:type="spellStart"/>
            <w:r w:rsidR="00B36D28">
              <w:rPr>
                <w:rFonts w:ascii="Arial" w:hAnsi="Arial" w:cs="Arial"/>
                <w:sz w:val="18"/>
                <w:szCs w:val="18"/>
              </w:rPr>
              <w:t>alterantivas</w:t>
            </w:r>
            <w:proofErr w:type="spellEnd"/>
            <w:r w:rsidR="00B36D28">
              <w:rPr>
                <w:rFonts w:ascii="Arial" w:hAnsi="Arial" w:cs="Arial"/>
                <w:sz w:val="18"/>
                <w:szCs w:val="18"/>
              </w:rPr>
              <w:t xml:space="preserve"> estudadas (apresentadas no ponto 10. abaixo) não são viáveis, justificando porquê.</w:t>
            </w:r>
          </w:p>
        </w:tc>
      </w:tr>
    </w:tbl>
    <w:p w14:paraId="3CA8E61D" w14:textId="77777777" w:rsidR="006B102F" w:rsidRDefault="006B102F" w:rsidP="006A767D">
      <w:pPr>
        <w:tabs>
          <w:tab w:val="left" w:pos="-1985"/>
        </w:tabs>
        <w:spacing w:before="60"/>
        <w:rPr>
          <w:rFonts w:ascii="Arial" w:hAnsi="Arial" w:cs="Arial"/>
          <w:sz w:val="12"/>
          <w:szCs w:val="12"/>
        </w:rPr>
      </w:pPr>
    </w:p>
    <w:tbl>
      <w:tblPr>
        <w:tblW w:w="9974" w:type="dxa"/>
        <w:tblInd w:w="-56" w:type="dxa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4"/>
      </w:tblGrid>
      <w:tr w:rsidR="00B36D28" w:rsidRPr="003938ED" w14:paraId="3CA8E61F" w14:textId="77777777" w:rsidTr="001F7264">
        <w:trPr>
          <w:trHeight w:val="284"/>
        </w:trPr>
        <w:tc>
          <w:tcPr>
            <w:tcW w:w="99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CA8E61E" w14:textId="77777777" w:rsidR="00B36D28" w:rsidRPr="003938ED" w:rsidRDefault="00B36D28" w:rsidP="001F7264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T</w:t>
            </w:r>
            <w:r w:rsidRPr="00A7716E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ravessias alternativas estudadas</w:t>
            </w:r>
            <w:r w:rsidR="00A12FB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e justificação que as mesmas não são viáveis</w:t>
            </w:r>
            <w:r w:rsidR="00D141A9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/ </w:t>
            </w:r>
            <w:proofErr w:type="spellStart"/>
            <w:r w:rsidR="00D141A9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execuíveis</w:t>
            </w:r>
            <w:proofErr w:type="spellEnd"/>
          </w:p>
        </w:tc>
      </w:tr>
      <w:tr w:rsidR="00B36D28" w:rsidRPr="00A7716E" w14:paraId="3CA8E621" w14:textId="77777777" w:rsidTr="0052206C">
        <w:trPr>
          <w:trHeight w:val="1839"/>
        </w:trPr>
        <w:tc>
          <w:tcPr>
            <w:tcW w:w="99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A8E620" w14:textId="77777777" w:rsidR="00B36D28" w:rsidRPr="00A7716E" w:rsidRDefault="00B36D28" w:rsidP="00B36D28">
            <w:pPr>
              <w:spacing w:before="6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7716E">
              <w:rPr>
                <w:rFonts w:ascii="Arial" w:hAnsi="Arial" w:cs="Arial"/>
                <w:sz w:val="18"/>
                <w:szCs w:val="18"/>
              </w:rPr>
              <w:t xml:space="preserve">Texto </w:t>
            </w:r>
            <w:r>
              <w:rPr>
                <w:rFonts w:ascii="Arial" w:hAnsi="Arial" w:cs="Arial"/>
                <w:sz w:val="18"/>
                <w:szCs w:val="18"/>
              </w:rPr>
              <w:t>com a apresentação d</w:t>
            </w:r>
            <w:r w:rsidRPr="00A7716E">
              <w:rPr>
                <w:rFonts w:ascii="Arial" w:hAnsi="Arial" w:cs="Arial"/>
                <w:sz w:val="18"/>
                <w:szCs w:val="18"/>
              </w:rPr>
              <w:t>as alternativas estudadas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CA8E622" w14:textId="77777777" w:rsidR="00B36D28" w:rsidRDefault="00B36D28" w:rsidP="006A767D">
      <w:pPr>
        <w:tabs>
          <w:tab w:val="left" w:pos="-1985"/>
        </w:tabs>
        <w:spacing w:before="60"/>
        <w:rPr>
          <w:rFonts w:ascii="Arial" w:hAnsi="Arial" w:cs="Arial"/>
          <w:sz w:val="12"/>
          <w:szCs w:val="12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9356"/>
      </w:tblGrid>
      <w:tr w:rsidR="00B77E96" w:rsidRPr="00537833" w14:paraId="3CA8E624" w14:textId="77777777" w:rsidTr="001E3C6E">
        <w:trPr>
          <w:trHeight w:val="284"/>
        </w:trPr>
        <w:tc>
          <w:tcPr>
            <w:tcW w:w="9923" w:type="dxa"/>
            <w:gridSpan w:val="2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8F8F8"/>
            <w:vAlign w:val="center"/>
          </w:tcPr>
          <w:p w14:paraId="3CA8E623" w14:textId="77777777" w:rsidR="00B77E96" w:rsidRPr="00B77E96" w:rsidRDefault="00B77E96" w:rsidP="00B77E96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M</w:t>
            </w:r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edidas </w:t>
            </w:r>
            <w:proofErr w:type="spellStart"/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obrigatorias</w:t>
            </w:r>
            <w:proofErr w:type="spellEnd"/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preventivas de problemas de via em todas as travessias a céu aberto</w:t>
            </w:r>
          </w:p>
        </w:tc>
      </w:tr>
      <w:tr w:rsidR="00A7716E" w:rsidRPr="00537833" w14:paraId="3CA8E627" w14:textId="77777777" w:rsidTr="004360E7">
        <w:tc>
          <w:tcPr>
            <w:tcW w:w="567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25" w14:textId="77777777" w:rsidR="00A7716E" w:rsidRPr="004360E7" w:rsidRDefault="00A7716E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</w:t>
            </w:r>
            <w:r w:rsidR="000304E9"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56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26" w14:textId="42A80227" w:rsidR="00A7716E" w:rsidRPr="004360E7" w:rsidRDefault="001C3BB4" w:rsidP="004360E7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Monitorizar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os parâmetros geométricos de via </w:t>
            </w:r>
            <w:r>
              <w:rPr>
                <w:rFonts w:ascii="Arial" w:hAnsi="Arial" w:cs="Arial"/>
                <w:sz w:val="18"/>
                <w:szCs w:val="16"/>
              </w:rPr>
              <w:t xml:space="preserve">(antes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da  intervenção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>) e registo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>os</w:t>
            </w:r>
            <w:r>
              <w:rPr>
                <w:rFonts w:ascii="Arial" w:hAnsi="Arial" w:cs="Arial"/>
                <w:sz w:val="18"/>
                <w:szCs w:val="16"/>
              </w:rPr>
              <w:t xml:space="preserve"> valores obtidos no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537833" w14:paraId="32D30E4F" w14:textId="77777777" w:rsidTr="004360E7">
        <w:tc>
          <w:tcPr>
            <w:tcW w:w="567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78E9E30" w14:textId="14C8ED6C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2.</w:t>
            </w:r>
          </w:p>
        </w:tc>
        <w:tc>
          <w:tcPr>
            <w:tcW w:w="9356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755757DF" w14:textId="33AC9C7A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Colocar uma manta geotêxtil para proteção e não contaminação do balastro dos materiais utilizados/retirados.</w:t>
            </w:r>
          </w:p>
        </w:tc>
      </w:tr>
      <w:tr w:rsidR="001C3BB4" w:rsidRPr="00A561B4" w14:paraId="3CA8E62A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28" w14:textId="38917670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3.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29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Desapertar as travessas limites da zona da travessia e de seguida afasta-las da travessia.</w:t>
            </w:r>
          </w:p>
        </w:tc>
      </w:tr>
      <w:tr w:rsidR="001C3BB4" w:rsidRPr="00A561B4" w14:paraId="3CA8E62D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2B" w14:textId="33334D7E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4.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2C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Retirar o balastro da travessia depositando-o sobre a manta geotêxtil para evitar a contaminação até obter uma inclinação que permita escavar.</w:t>
            </w:r>
          </w:p>
        </w:tc>
      </w:tr>
      <w:tr w:rsidR="001C3BB4" w:rsidRPr="00A561B4" w14:paraId="3CA8E630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2E" w14:textId="2F715506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5.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2F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Escavar o terreno de qualquer natureza e preparar a vala à profundidade adequada, incluindo entivação e bombagem se necessário.</w:t>
            </w:r>
          </w:p>
        </w:tc>
      </w:tr>
      <w:tr w:rsidR="001C3BB4" w:rsidRPr="00A561B4" w14:paraId="3CA8E633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31" w14:textId="4B97848C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6.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32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 xml:space="preserve">Executar a vala perpendicularmente à </w:t>
            </w:r>
            <w:proofErr w:type="gramStart"/>
            <w:r w:rsidRPr="004360E7">
              <w:rPr>
                <w:rFonts w:ascii="Arial" w:hAnsi="Arial" w:cs="Arial"/>
                <w:sz w:val="18"/>
                <w:szCs w:val="16"/>
              </w:rPr>
              <w:t>via férrea</w:t>
            </w:r>
            <w:proofErr w:type="gramEnd"/>
            <w:r w:rsidRPr="004360E7">
              <w:rPr>
                <w:rFonts w:ascii="Arial" w:hAnsi="Arial" w:cs="Arial"/>
                <w:sz w:val="18"/>
                <w:szCs w:val="16"/>
              </w:rPr>
              <w:t xml:space="preserve"> respeitando a geometria para a instalação de n tubos PEAD 110 mm (de acordo com o projeto de execução).</w:t>
            </w:r>
          </w:p>
        </w:tc>
      </w:tr>
      <w:tr w:rsidR="001C3BB4" w:rsidRPr="00A561B4" w14:paraId="3CA8E636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34" w14:textId="3210DF6F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7</w:t>
            </w:r>
            <w:r w:rsidR="00004BCE">
              <w:rPr>
                <w:rFonts w:ascii="Arial" w:hAnsi="Arial" w:cs="Arial"/>
                <w:sz w:val="18"/>
                <w:szCs w:val="16"/>
              </w:rPr>
              <w:t>*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35" w14:textId="18899501" w:rsidR="001C3BB4" w:rsidRPr="004360E7" w:rsidRDefault="001C3BB4" w:rsidP="00004BCE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 xml:space="preserve">Regularizar o fundo e colocar </w:t>
            </w:r>
            <w:r w:rsidR="00004BCE">
              <w:rPr>
                <w:rFonts w:ascii="Arial" w:hAnsi="Arial" w:cs="Arial"/>
                <w:sz w:val="18"/>
                <w:szCs w:val="16"/>
              </w:rPr>
              <w:t>solo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004BCE">
              <w:rPr>
                <w:rFonts w:ascii="Arial" w:hAnsi="Arial" w:cs="Arial"/>
                <w:sz w:val="18"/>
                <w:szCs w:val="16"/>
              </w:rPr>
              <w:t xml:space="preserve">selecionado </w:t>
            </w:r>
            <w:proofErr w:type="gramStart"/>
            <w:r w:rsidR="00004BCE">
              <w:rPr>
                <w:rFonts w:ascii="Arial" w:hAnsi="Arial" w:cs="Arial"/>
                <w:sz w:val="18"/>
                <w:szCs w:val="16"/>
              </w:rPr>
              <w:t>(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isenta</w:t>
            </w:r>
            <w:proofErr w:type="gramEnd"/>
            <w:r w:rsidRPr="004360E7">
              <w:rPr>
                <w:rFonts w:ascii="Arial" w:hAnsi="Arial" w:cs="Arial"/>
                <w:sz w:val="18"/>
                <w:szCs w:val="16"/>
              </w:rPr>
              <w:t xml:space="preserve"> de pedras</w:t>
            </w:r>
            <w:r w:rsidR="00004BCE">
              <w:rPr>
                <w:rFonts w:ascii="Arial" w:hAnsi="Arial" w:cs="Arial"/>
                <w:sz w:val="18"/>
                <w:szCs w:val="16"/>
              </w:rPr>
              <w:t>)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resultante dos produtos de escavação da vala.</w:t>
            </w:r>
          </w:p>
        </w:tc>
      </w:tr>
      <w:tr w:rsidR="00843CE8" w:rsidRPr="00A561B4" w14:paraId="78C4F5F1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79619574" w14:textId="456AF64F" w:rsidR="00843CE8" w:rsidRPr="004360E7" w:rsidRDefault="00004BCE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1C3BB4">
              <w:rPr>
                <w:rFonts w:ascii="Arial" w:hAnsi="Arial" w:cs="Arial"/>
                <w:sz w:val="16"/>
                <w:szCs w:val="16"/>
              </w:rPr>
              <w:t>Not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843CE8" w:rsidRPr="00004BCE">
              <w:rPr>
                <w:rFonts w:ascii="Arial" w:hAnsi="Arial" w:cs="Arial"/>
                <w:sz w:val="18"/>
                <w:szCs w:val="16"/>
                <w:vertAlign w:val="superscript"/>
              </w:rPr>
              <w:t>*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2FAF7269" w14:textId="64E3ACF1" w:rsidR="00843CE8" w:rsidRPr="004360E7" w:rsidRDefault="00004BCE" w:rsidP="00F44437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* O ponto</w:t>
            </w:r>
            <w:r w:rsidRPr="001C3BB4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7</w:t>
            </w:r>
            <w:r w:rsidRPr="001C3BB4">
              <w:rPr>
                <w:rFonts w:ascii="Arial" w:hAnsi="Arial" w:cs="Arial"/>
                <w:sz w:val="18"/>
                <w:szCs w:val="16"/>
              </w:rPr>
              <w:t xml:space="preserve"> poder</w:t>
            </w:r>
            <w:r>
              <w:rPr>
                <w:rFonts w:ascii="Arial" w:hAnsi="Arial" w:cs="Arial"/>
                <w:sz w:val="18"/>
                <w:szCs w:val="16"/>
              </w:rPr>
              <w:t xml:space="preserve">á </w:t>
            </w:r>
            <w:r w:rsidRPr="001C3BB4">
              <w:rPr>
                <w:rFonts w:ascii="Arial" w:hAnsi="Arial" w:cs="Arial"/>
                <w:sz w:val="18"/>
                <w:szCs w:val="16"/>
              </w:rPr>
              <w:t>sof</w:t>
            </w:r>
            <w:r>
              <w:rPr>
                <w:rFonts w:ascii="Arial" w:hAnsi="Arial" w:cs="Arial"/>
                <w:sz w:val="18"/>
                <w:szCs w:val="16"/>
              </w:rPr>
              <w:t>rer algumas alterações caso apó</w:t>
            </w:r>
            <w:r w:rsidRPr="001C3BB4">
              <w:rPr>
                <w:rFonts w:ascii="Arial" w:hAnsi="Arial" w:cs="Arial"/>
                <w:sz w:val="18"/>
                <w:szCs w:val="16"/>
              </w:rPr>
              <w:t>s a escavação se verifique presença de nível freático elevado</w:t>
            </w:r>
            <w:r w:rsidR="00F44437">
              <w:rPr>
                <w:rFonts w:ascii="Arial" w:hAnsi="Arial" w:cs="Arial"/>
                <w:sz w:val="18"/>
                <w:szCs w:val="16"/>
              </w:rPr>
              <w:t>, deverá portanto, colocar-se</w:t>
            </w:r>
            <w:r w:rsidRPr="001C3BB4">
              <w:rPr>
                <w:rFonts w:ascii="Arial" w:hAnsi="Arial" w:cs="Arial"/>
                <w:sz w:val="18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geoxtextil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a envolver a camada de brita que </w:t>
            </w:r>
            <w:r w:rsidR="00F44437">
              <w:rPr>
                <w:rFonts w:ascii="Arial" w:hAnsi="Arial" w:cs="Arial"/>
                <w:sz w:val="18"/>
                <w:szCs w:val="16"/>
              </w:rPr>
              <w:t>contém</w:t>
            </w:r>
            <w:r>
              <w:rPr>
                <w:rFonts w:ascii="Arial" w:hAnsi="Arial" w:cs="Arial"/>
                <w:sz w:val="18"/>
                <w:szCs w:val="16"/>
              </w:rPr>
              <w:t xml:space="preserve"> os tubos</w:t>
            </w:r>
            <w:r w:rsidR="00F44437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A561B4" w14:paraId="3CA8E639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37" w14:textId="73A873BD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8.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38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  <w:highlight w:val="yellow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 xml:space="preserve">Instalar os n tubos PEAD 110mm 6kg não </w:t>
            </w:r>
            <w:proofErr w:type="spellStart"/>
            <w:r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(de acordo com o projeto de execução).</w:t>
            </w:r>
          </w:p>
        </w:tc>
      </w:tr>
      <w:tr w:rsidR="001C3BB4" w:rsidRPr="00A561B4" w14:paraId="3CA8E63C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3A" w14:textId="13389409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9.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3B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Confirmar que a distância mínima entre a base inferior da travessa e o extradorso da tubagem é de 1,30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360E7">
              <w:rPr>
                <w:rFonts w:ascii="Arial" w:hAnsi="Arial" w:cs="Arial"/>
                <w:sz w:val="18"/>
                <w:szCs w:val="16"/>
              </w:rPr>
              <w:t>m.</w:t>
            </w:r>
          </w:p>
        </w:tc>
      </w:tr>
      <w:tr w:rsidR="001C3BB4" w:rsidRPr="00A561B4" w14:paraId="3CA8E63F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3D" w14:textId="4C5882E9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10.</w:t>
            </w:r>
            <w:r w:rsidRPr="00004BCE">
              <w:rPr>
                <w:rFonts w:ascii="Arial" w:hAnsi="Arial" w:cs="Arial"/>
                <w:sz w:val="18"/>
                <w:szCs w:val="16"/>
                <w:vertAlign w:val="superscript"/>
              </w:rPr>
              <w:t>*</w:t>
            </w:r>
            <w:r w:rsidR="00004BCE" w:rsidRPr="00004BCE">
              <w:rPr>
                <w:rFonts w:ascii="Arial" w:hAnsi="Arial" w:cs="Arial"/>
                <w:sz w:val="18"/>
                <w:szCs w:val="16"/>
                <w:vertAlign w:val="superscript"/>
              </w:rPr>
              <w:t>*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3E" w14:textId="4F164DFB" w:rsidR="001C3BB4" w:rsidRPr="004360E7" w:rsidRDefault="00F44437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Colocar uma camada de betão pobre (C12/</w:t>
            </w:r>
            <w:r w:rsidR="001C3BB4" w:rsidRPr="004360E7">
              <w:rPr>
                <w:rFonts w:ascii="Arial" w:hAnsi="Arial" w:cs="Arial"/>
                <w:sz w:val="18"/>
                <w:szCs w:val="16"/>
              </w:rPr>
              <w:t xml:space="preserve">15) </w:t>
            </w:r>
            <w:r w:rsidR="001C3BB4">
              <w:rPr>
                <w:rFonts w:ascii="Arial" w:hAnsi="Arial" w:cs="Arial"/>
                <w:sz w:val="18"/>
                <w:szCs w:val="16"/>
              </w:rPr>
              <w:t xml:space="preserve">/ areia </w:t>
            </w:r>
            <w:r w:rsidR="001C3BB4" w:rsidRPr="004360E7">
              <w:rPr>
                <w:rFonts w:ascii="Arial" w:hAnsi="Arial" w:cs="Arial"/>
                <w:sz w:val="18"/>
                <w:szCs w:val="16"/>
              </w:rPr>
              <w:t xml:space="preserve">a envolver os </w:t>
            </w:r>
            <w:r w:rsidR="001C3BB4">
              <w:rPr>
                <w:rFonts w:ascii="Arial" w:hAnsi="Arial" w:cs="Arial"/>
                <w:sz w:val="18"/>
                <w:szCs w:val="16"/>
              </w:rPr>
              <w:t xml:space="preserve">n </w:t>
            </w:r>
            <w:r w:rsidR="001C3BB4" w:rsidRPr="004360E7">
              <w:rPr>
                <w:rFonts w:ascii="Arial" w:hAnsi="Arial" w:cs="Arial"/>
                <w:sz w:val="18"/>
                <w:szCs w:val="16"/>
              </w:rPr>
              <w:t xml:space="preserve">tubos PEAD 110mm 6kg não </w:t>
            </w:r>
            <w:proofErr w:type="spellStart"/>
            <w:r w:rsidR="001C3BB4"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  <w:r w:rsidR="001C3BB4"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A561B4" w14:paraId="6A6D4A65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7AA2F976" w14:textId="77777777" w:rsidR="001C3BB4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C3BB4">
              <w:rPr>
                <w:rFonts w:ascii="Arial" w:hAnsi="Arial" w:cs="Arial"/>
                <w:sz w:val="16"/>
                <w:szCs w:val="16"/>
              </w:rPr>
              <w:t>Nota</w:t>
            </w:r>
          </w:p>
          <w:p w14:paraId="13CBEBFC" w14:textId="59491562" w:rsidR="00004BCE" w:rsidRPr="001C3BB4" w:rsidRDefault="00004BCE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48BBDACD" w14:textId="364CF9C4" w:rsidR="001C3BB4" w:rsidRDefault="00004BCE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O ponto</w:t>
            </w:r>
            <w:r w:rsidR="001C3BB4" w:rsidRPr="001C3BB4">
              <w:rPr>
                <w:rFonts w:ascii="Arial" w:hAnsi="Arial" w:cs="Arial"/>
                <w:sz w:val="18"/>
                <w:szCs w:val="16"/>
              </w:rPr>
              <w:t xml:space="preserve"> </w:t>
            </w:r>
            <w:proofErr w:type="gramStart"/>
            <w:r w:rsidR="001C3BB4" w:rsidRPr="001C3BB4">
              <w:rPr>
                <w:rFonts w:ascii="Arial" w:hAnsi="Arial" w:cs="Arial"/>
                <w:sz w:val="18"/>
                <w:szCs w:val="16"/>
              </w:rPr>
              <w:t>10  poder</w:t>
            </w:r>
            <w:r w:rsidR="001C3BB4">
              <w:rPr>
                <w:rFonts w:ascii="Arial" w:hAnsi="Arial" w:cs="Arial"/>
                <w:sz w:val="18"/>
                <w:szCs w:val="16"/>
              </w:rPr>
              <w:t>á</w:t>
            </w:r>
            <w:proofErr w:type="gramEnd"/>
            <w:r w:rsidR="001C3BB4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1C3BB4" w:rsidRPr="001C3BB4">
              <w:rPr>
                <w:rFonts w:ascii="Arial" w:hAnsi="Arial" w:cs="Arial"/>
                <w:sz w:val="18"/>
                <w:szCs w:val="16"/>
              </w:rPr>
              <w:t>sof</w:t>
            </w:r>
            <w:r w:rsidR="00843CE8">
              <w:rPr>
                <w:rFonts w:ascii="Arial" w:hAnsi="Arial" w:cs="Arial"/>
                <w:sz w:val="18"/>
                <w:szCs w:val="16"/>
              </w:rPr>
              <w:t>rer algumas alterações caso apó</w:t>
            </w:r>
            <w:r w:rsidR="001C3BB4" w:rsidRPr="001C3BB4">
              <w:rPr>
                <w:rFonts w:ascii="Arial" w:hAnsi="Arial" w:cs="Arial"/>
                <w:sz w:val="18"/>
                <w:szCs w:val="16"/>
              </w:rPr>
              <w:t xml:space="preserve">s a escavação se verifique presença de nível freático elevado podendo substitui-se os </w:t>
            </w:r>
            <w:r w:rsidR="00F44437">
              <w:rPr>
                <w:rFonts w:ascii="Arial" w:hAnsi="Arial" w:cs="Arial"/>
                <w:sz w:val="18"/>
                <w:szCs w:val="16"/>
              </w:rPr>
              <w:t>passo anterior</w:t>
            </w:r>
            <w:r w:rsidR="001C3BB4" w:rsidRPr="001C3BB4">
              <w:rPr>
                <w:rFonts w:ascii="Arial" w:hAnsi="Arial" w:cs="Arial"/>
                <w:sz w:val="18"/>
                <w:szCs w:val="16"/>
              </w:rPr>
              <w:t xml:space="preserve"> por:</w:t>
            </w:r>
          </w:p>
          <w:p w14:paraId="1128EF34" w14:textId="585DF14F" w:rsidR="001C3BB4" w:rsidRPr="001C3BB4" w:rsidRDefault="001C3BB4" w:rsidP="00F44437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Colocação de brita 2 até topo do nível freático existente, </w:t>
            </w:r>
            <w:r w:rsidR="00F44437">
              <w:rPr>
                <w:rFonts w:ascii="Arial" w:hAnsi="Arial" w:cs="Arial"/>
                <w:sz w:val="18"/>
                <w:szCs w:val="16"/>
              </w:rPr>
              <w:t>fecho do geotêxtil e colocação de</w:t>
            </w:r>
            <w:r>
              <w:rPr>
                <w:rFonts w:ascii="Arial" w:hAnsi="Arial" w:cs="Arial"/>
                <w:sz w:val="18"/>
                <w:szCs w:val="16"/>
              </w:rPr>
              <w:t xml:space="preserve"> camada de areia de 10 cm </w:t>
            </w:r>
          </w:p>
        </w:tc>
      </w:tr>
      <w:tr w:rsidR="001C3BB4" w:rsidRPr="00A561B4" w14:paraId="64B5F7CE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1EBC0AB9" w14:textId="529BC793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11.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2EF41427" w14:textId="65700B1B" w:rsidR="001C3BB4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Encher a vala restante</w:t>
            </w:r>
            <w:r>
              <w:rPr>
                <w:rFonts w:ascii="Arial" w:hAnsi="Arial" w:cs="Arial"/>
                <w:sz w:val="18"/>
                <w:szCs w:val="16"/>
              </w:rPr>
              <w:t xml:space="preserve">, </w:t>
            </w:r>
            <w:r w:rsidRPr="004360E7">
              <w:rPr>
                <w:rFonts w:ascii="Arial" w:hAnsi="Arial" w:cs="Arial"/>
                <w:sz w:val="18"/>
                <w:szCs w:val="16"/>
              </w:rPr>
              <w:t>até 0,10 m abaixo da cota existente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com terra isenta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de pedras resultante da escavação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em camadas de 0,20 a 0,30 m de espessura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sucessivamente compactadas com recurso a placa vibratória.</w:t>
            </w:r>
          </w:p>
        </w:tc>
      </w:tr>
      <w:tr w:rsidR="001C3BB4" w:rsidRPr="00A561B4" w14:paraId="3CA8E645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43" w14:textId="7CA534E2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12.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44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 xml:space="preserve">Encher os últimos 0,10 m da vala com uma camada de </w:t>
            </w:r>
            <w:proofErr w:type="spellStart"/>
            <w:r w:rsidRPr="004360E7">
              <w:rPr>
                <w:rFonts w:ascii="Arial" w:hAnsi="Arial" w:cs="Arial"/>
                <w:i/>
                <w:sz w:val="18"/>
                <w:szCs w:val="16"/>
              </w:rPr>
              <w:t>tout</w:t>
            </w:r>
            <w:proofErr w:type="spellEnd"/>
            <w:r w:rsidRPr="004360E7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proofErr w:type="spellStart"/>
            <w:r w:rsidRPr="004360E7">
              <w:rPr>
                <w:rFonts w:ascii="Arial" w:hAnsi="Arial" w:cs="Arial"/>
                <w:i/>
                <w:sz w:val="18"/>
                <w:szCs w:val="16"/>
              </w:rPr>
              <w:t>venant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devidamente compactado com recurso a placa vibratória.</w:t>
            </w:r>
          </w:p>
        </w:tc>
      </w:tr>
      <w:tr w:rsidR="001C3BB4" w:rsidRPr="00A561B4" w14:paraId="3CA8E648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46" w14:textId="1171F8FB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13.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47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epor 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no vão </w:t>
            </w:r>
            <w:r w:rsidRPr="004360E7">
              <w:rPr>
                <w:rFonts w:ascii="Arial" w:hAnsi="Arial" w:cs="Arial"/>
                <w:sz w:val="18"/>
                <w:szCs w:val="16"/>
              </w:rPr>
              <w:t>sobre a travessia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A561B4" w14:paraId="3CA8E64B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49" w14:textId="5647E5E1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14.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4A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 xml:space="preserve">epor </w:t>
            </w:r>
            <w:r w:rsidRPr="004360E7">
              <w:rPr>
                <w:rFonts w:ascii="Arial" w:hAnsi="Arial" w:cs="Arial"/>
                <w:sz w:val="18"/>
                <w:szCs w:val="16"/>
              </w:rPr>
              <w:t>as travessas na posição inicial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A561B4" w14:paraId="3CA8E64E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4C" w14:textId="149E3C58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15.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4D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epor 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restante e realizar a sua </w:t>
            </w:r>
            <w:r w:rsidRPr="004360E7">
              <w:rPr>
                <w:rFonts w:ascii="Arial" w:hAnsi="Arial" w:cs="Arial"/>
                <w:sz w:val="18"/>
                <w:szCs w:val="16"/>
              </w:rPr>
              <w:t>regularização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. Ter 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especial atenção para o reforço das banquetas com </w:t>
            </w:r>
            <w:r w:rsidRPr="002C5D40">
              <w:rPr>
                <w:rFonts w:ascii="Arial" w:hAnsi="Arial" w:cs="Arial"/>
                <w:sz w:val="18"/>
                <w:szCs w:val="16"/>
              </w:rPr>
              <w:lastRenderedPageBreak/>
              <w:t>balastro, por forma a assegurar o encastramento lateral das travessas de acordo com o perfil transversal tipo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1C3BB4" w:rsidRPr="00A561B4" w14:paraId="3CA8E651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4F" w14:textId="10B5261E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lastRenderedPageBreak/>
              <w:t>16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50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Proceder ao ataque mecânico ligeiro da v</w:t>
            </w:r>
            <w:r w:rsidRPr="002C5D40">
              <w:rPr>
                <w:rFonts w:ascii="Arial" w:hAnsi="Arial" w:cs="Arial"/>
                <w:sz w:val="18"/>
                <w:szCs w:val="16"/>
              </w:rPr>
              <w:t>ia</w:t>
            </w:r>
            <w:r>
              <w:rPr>
                <w:rFonts w:ascii="Arial" w:hAnsi="Arial" w:cs="Arial"/>
                <w:sz w:val="18"/>
                <w:szCs w:val="16"/>
              </w:rPr>
              <w:t xml:space="preserve"> por pessoal habilitado</w:t>
            </w:r>
            <w:r w:rsidRPr="002C5D40">
              <w:rPr>
                <w:rFonts w:ascii="Arial" w:hAnsi="Arial" w:cs="Arial"/>
                <w:sz w:val="18"/>
                <w:szCs w:val="16"/>
              </w:rPr>
              <w:t>, as vezes que se verifiquem necessárias até à sua consolidação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e reposição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>a geometria de via do local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6"/>
              </w:rPr>
              <w:t>(2</w:t>
            </w:r>
            <w:r w:rsidRPr="00905E1A">
              <w:rPr>
                <w:rFonts w:ascii="Arial" w:hAnsi="Arial" w:cs="Arial"/>
                <w:b/>
                <w:sz w:val="18"/>
                <w:szCs w:val="16"/>
              </w:rPr>
              <w:t>)</w:t>
            </w:r>
          </w:p>
        </w:tc>
      </w:tr>
      <w:tr w:rsidR="001C3BB4" w:rsidRPr="00314959" w14:paraId="3CA8E654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52" w14:textId="32EF95F8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17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4" w:space="0" w:color="C0C0C0"/>
              <w:right w:val="single" w:sz="8" w:space="0" w:color="C0C0C0"/>
            </w:tcBorders>
            <w:vAlign w:val="center"/>
          </w:tcPr>
          <w:p w14:paraId="3CA8E653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Monitorizar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os parâmetros geométricos de via dura</w:t>
            </w:r>
            <w:r>
              <w:rPr>
                <w:rFonts w:ascii="Arial" w:hAnsi="Arial" w:cs="Arial"/>
                <w:sz w:val="18"/>
                <w:szCs w:val="16"/>
              </w:rPr>
              <w:t>nte todo o processo e registar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os</w:t>
            </w:r>
            <w:r>
              <w:rPr>
                <w:rFonts w:ascii="Arial" w:hAnsi="Arial" w:cs="Arial"/>
                <w:sz w:val="18"/>
                <w:szCs w:val="16"/>
              </w:rPr>
              <w:t xml:space="preserve"> parâmetros obtidos no final da intervenção no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905E1A">
              <w:rPr>
                <w:rFonts w:ascii="Arial" w:hAnsi="Arial" w:cs="Arial"/>
                <w:b/>
                <w:sz w:val="18"/>
                <w:szCs w:val="16"/>
              </w:rPr>
              <w:t>(</w:t>
            </w:r>
            <w:r>
              <w:rPr>
                <w:rFonts w:ascii="Arial" w:hAnsi="Arial" w:cs="Arial"/>
                <w:b/>
                <w:sz w:val="18"/>
                <w:szCs w:val="16"/>
              </w:rPr>
              <w:t>2</w:t>
            </w:r>
            <w:r w:rsidRPr="00905E1A">
              <w:rPr>
                <w:rFonts w:ascii="Arial" w:hAnsi="Arial" w:cs="Arial"/>
                <w:b/>
                <w:sz w:val="18"/>
                <w:szCs w:val="16"/>
              </w:rPr>
              <w:t>)</w:t>
            </w:r>
          </w:p>
        </w:tc>
      </w:tr>
      <w:tr w:rsidR="001C3BB4" w:rsidRPr="00A561B4" w14:paraId="3CA8E657" w14:textId="77777777" w:rsidTr="004360E7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3CA8E655" w14:textId="77777777" w:rsidR="001C3BB4" w:rsidRPr="004360E7" w:rsidRDefault="001C3BB4" w:rsidP="001C3BB4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17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56" w:type="dxa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56" w14:textId="77777777" w:rsidR="001C3BB4" w:rsidRPr="004360E7" w:rsidRDefault="001C3BB4" w:rsidP="001C3BB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 xml:space="preserve">ecolher e transportar para deposito </w:t>
            </w:r>
            <w:r w:rsidRPr="004360E7">
              <w:rPr>
                <w:rFonts w:ascii="Arial" w:hAnsi="Arial" w:cs="Arial"/>
                <w:sz w:val="18"/>
                <w:szCs w:val="16"/>
              </w:rPr>
              <w:t>os diferentes tipos de materiais sobrantes, incluindo os geotêxtis utilizados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</w:tbl>
    <w:p w14:paraId="3CA8E658" w14:textId="77777777" w:rsidR="000F0022" w:rsidRDefault="000F0022" w:rsidP="008541F9">
      <w:pPr>
        <w:tabs>
          <w:tab w:val="left" w:pos="-1985"/>
        </w:tabs>
        <w:spacing w:before="120" w:after="120"/>
        <w:jc w:val="left"/>
        <w:rPr>
          <w:rFonts w:ascii="Arial Narrow" w:hAnsi="Arial Narrow" w:cs="Arial"/>
          <w:sz w:val="16"/>
          <w:szCs w:val="16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992"/>
      </w:tblGrid>
      <w:tr w:rsidR="00754EF1" w:rsidRPr="00537833" w14:paraId="3CA8E65C" w14:textId="77777777" w:rsidTr="001E345A">
        <w:trPr>
          <w:trHeight w:val="284"/>
        </w:trPr>
        <w:tc>
          <w:tcPr>
            <w:tcW w:w="7938" w:type="dxa"/>
            <w:gridSpan w:val="2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8F8F8"/>
            <w:vAlign w:val="center"/>
          </w:tcPr>
          <w:p w14:paraId="3CA8E659" w14:textId="77777777" w:rsidR="00754EF1" w:rsidRPr="0090691B" w:rsidRDefault="00754EF1" w:rsidP="0090691B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</w:t>
            </w:r>
            <w:r w:rsidRPr="00F822D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utras medidas preventivas de problemas de via propostas pel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 Entidade Executante</w:t>
            </w:r>
            <w:r w:rsidR="0090691B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:</w:t>
            </w:r>
          </w:p>
        </w:tc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3CA8E65A" w14:textId="77777777" w:rsidR="00754EF1" w:rsidRPr="00A561B4" w:rsidRDefault="00754EF1" w:rsidP="00754EF1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730695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3CA8E65B" w14:textId="77777777" w:rsidR="00754EF1" w:rsidRPr="00A561B4" w:rsidRDefault="00754EF1" w:rsidP="00754EF1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Não</w:t>
            </w:r>
            <w:r w:rsidR="0090691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id w:val="-45039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754EF1" w:rsidRPr="00537833" w14:paraId="3CA8E65F" w14:textId="77777777" w:rsidTr="00F822D8">
        <w:tc>
          <w:tcPr>
            <w:tcW w:w="567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5D" w14:textId="77777777" w:rsidR="00754EF1" w:rsidRPr="004360E7" w:rsidRDefault="00754EF1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1.</w:t>
            </w:r>
          </w:p>
        </w:tc>
        <w:tc>
          <w:tcPr>
            <w:tcW w:w="9356" w:type="dxa"/>
            <w:gridSpan w:val="3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5E" w14:textId="77777777" w:rsidR="00754EF1" w:rsidRPr="004360E7" w:rsidRDefault="00754EF1" w:rsidP="00754EF1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754EF1" w:rsidRPr="00A561B4" w14:paraId="3CA8E662" w14:textId="77777777" w:rsidTr="00F822D8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60" w14:textId="77777777" w:rsidR="00754EF1" w:rsidRPr="004360E7" w:rsidRDefault="00754EF1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2.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61" w14:textId="77777777" w:rsidR="00754EF1" w:rsidRPr="004360E7" w:rsidRDefault="00754EF1" w:rsidP="00754EF1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754EF1" w:rsidRPr="00A561B4" w14:paraId="3CA8E665" w14:textId="77777777" w:rsidTr="00F822D8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63" w14:textId="77777777" w:rsidR="00754EF1" w:rsidRPr="004360E7" w:rsidRDefault="00754EF1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3.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64" w14:textId="77777777" w:rsidR="00754EF1" w:rsidRPr="004360E7" w:rsidRDefault="00754EF1" w:rsidP="00754EF1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754EF1" w:rsidRPr="00A561B4" w14:paraId="3CA8E668" w14:textId="77777777" w:rsidTr="00F822D8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3CA8E666" w14:textId="77777777" w:rsidR="00754EF1" w:rsidRPr="004360E7" w:rsidRDefault="00754EF1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4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67" w14:textId="77777777" w:rsidR="00754EF1" w:rsidRPr="004360E7" w:rsidRDefault="00754EF1" w:rsidP="00754EF1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3CA8E669" w14:textId="77777777" w:rsidR="007A6AE5" w:rsidRDefault="007A6AE5" w:rsidP="001E6BD6">
      <w:pPr>
        <w:tabs>
          <w:tab w:val="left" w:pos="-1985"/>
        </w:tabs>
        <w:spacing w:before="60"/>
        <w:rPr>
          <w:rFonts w:ascii="Arial Narrow" w:hAnsi="Arial Narrow" w:cs="Arial"/>
          <w:sz w:val="12"/>
          <w:szCs w:val="16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992"/>
      </w:tblGrid>
      <w:tr w:rsidR="0090691B" w:rsidRPr="00537833" w14:paraId="3CA8E66D" w14:textId="77777777" w:rsidTr="001E345A">
        <w:trPr>
          <w:trHeight w:val="284"/>
        </w:trPr>
        <w:tc>
          <w:tcPr>
            <w:tcW w:w="7938" w:type="dxa"/>
            <w:gridSpan w:val="2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8F8F8"/>
            <w:vAlign w:val="center"/>
          </w:tcPr>
          <w:p w14:paraId="3CA8E66A" w14:textId="77777777" w:rsidR="0090691B" w:rsidRPr="0090691B" w:rsidRDefault="0090691B" w:rsidP="005C105D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Anexos:</w:t>
            </w:r>
          </w:p>
        </w:tc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3CA8E66B" w14:textId="77777777" w:rsidR="0090691B" w:rsidRPr="00A561B4" w:rsidRDefault="0090691B" w:rsidP="005C105D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31883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3CA8E66C" w14:textId="77777777" w:rsidR="0090691B" w:rsidRPr="00A561B4" w:rsidRDefault="0090691B" w:rsidP="005C105D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11667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2232C7" w:rsidRPr="00537833" w14:paraId="3CA8E670" w14:textId="77777777" w:rsidTr="001F7264">
        <w:tc>
          <w:tcPr>
            <w:tcW w:w="567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6E" w14:textId="77777777" w:rsidR="002232C7" w:rsidRPr="004360E7" w:rsidRDefault="00DF0A9C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="002232C7" w:rsidRPr="004360E7">
              <w:rPr>
                <w:rFonts w:ascii="Arial" w:hAnsi="Arial" w:cs="Arial"/>
                <w:sz w:val="18"/>
                <w:szCs w:val="16"/>
              </w:rPr>
              <w:t>1.</w:t>
            </w:r>
          </w:p>
        </w:tc>
        <w:tc>
          <w:tcPr>
            <w:tcW w:w="9356" w:type="dxa"/>
            <w:gridSpan w:val="3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6F" w14:textId="77777777" w:rsidR="002232C7" w:rsidRPr="004360E7" w:rsidRDefault="002232C7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2232C7" w:rsidRPr="00A561B4" w14:paraId="3CA8E673" w14:textId="77777777" w:rsidTr="001F7264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71" w14:textId="77777777" w:rsidR="002232C7" w:rsidRPr="004360E7" w:rsidRDefault="00DF0A9C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="002232C7" w:rsidRPr="004360E7">
              <w:rPr>
                <w:rFonts w:ascii="Arial" w:hAnsi="Arial" w:cs="Arial"/>
                <w:sz w:val="18"/>
                <w:szCs w:val="16"/>
              </w:rPr>
              <w:t>2.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72" w14:textId="77777777" w:rsidR="002232C7" w:rsidRPr="004360E7" w:rsidRDefault="002232C7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2232C7" w:rsidRPr="00A561B4" w14:paraId="3CA8E676" w14:textId="77777777" w:rsidTr="001F7264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3CA8E674" w14:textId="77777777" w:rsidR="002232C7" w:rsidRPr="004360E7" w:rsidRDefault="00DF0A9C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="002232C7" w:rsidRPr="004360E7">
              <w:rPr>
                <w:rFonts w:ascii="Arial" w:hAnsi="Arial" w:cs="Arial"/>
                <w:sz w:val="18"/>
                <w:szCs w:val="16"/>
              </w:rPr>
              <w:t>3.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CA8E675" w14:textId="77777777" w:rsidR="002232C7" w:rsidRPr="004360E7" w:rsidRDefault="002232C7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2232C7" w:rsidRPr="00A561B4" w14:paraId="3CA8E679" w14:textId="77777777" w:rsidTr="001F7264">
        <w:tc>
          <w:tcPr>
            <w:tcW w:w="567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3CA8E677" w14:textId="77777777" w:rsidR="002232C7" w:rsidRPr="004360E7" w:rsidRDefault="00DF0A9C" w:rsidP="00DF0A9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="002232C7">
              <w:rPr>
                <w:rFonts w:ascii="Arial" w:hAnsi="Arial" w:cs="Arial"/>
                <w:sz w:val="18"/>
                <w:szCs w:val="16"/>
              </w:rPr>
              <w:t>4</w:t>
            </w:r>
            <w:r w:rsidR="002232C7"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78" w14:textId="77777777" w:rsidR="002232C7" w:rsidRPr="004360E7" w:rsidRDefault="002232C7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3CA8E67A" w14:textId="77777777" w:rsidR="00B12177" w:rsidRDefault="00B12177" w:rsidP="002232C7">
      <w:pPr>
        <w:tabs>
          <w:tab w:val="left" w:pos="-1985"/>
        </w:tabs>
        <w:spacing w:before="120" w:after="120"/>
        <w:jc w:val="left"/>
        <w:rPr>
          <w:rFonts w:ascii="Arial Narrow" w:hAnsi="Arial Narrow" w:cs="Arial"/>
          <w:b/>
          <w:sz w:val="20"/>
        </w:rPr>
      </w:pPr>
    </w:p>
    <w:p w14:paraId="3CA8E67B" w14:textId="77777777" w:rsidR="002232C7" w:rsidRDefault="002232C7" w:rsidP="002232C7">
      <w:pPr>
        <w:tabs>
          <w:tab w:val="left" w:pos="-1985"/>
        </w:tabs>
        <w:spacing w:before="120" w:after="120"/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O</w:t>
      </w:r>
      <w:r w:rsidRPr="009834CE">
        <w:rPr>
          <w:rFonts w:ascii="Arial Narrow" w:hAnsi="Arial Narrow" w:cs="Arial"/>
          <w:b/>
          <w:sz w:val="20"/>
        </w:rPr>
        <w:t>BSERVAÇÕES:</w:t>
      </w:r>
      <w:r w:rsidRPr="002232C7">
        <w:rPr>
          <w:rFonts w:ascii="Arial Narrow" w:hAnsi="Arial Narrow" w:cs="Arial"/>
          <w:sz w:val="20"/>
        </w:rPr>
        <w:t xml:space="preserve"> </w:t>
      </w:r>
    </w:p>
    <w:p w14:paraId="3CA8E67C" w14:textId="77777777" w:rsidR="003938B1" w:rsidRDefault="003938B1" w:rsidP="008506CF">
      <w:pPr>
        <w:pStyle w:val="PargrafodaLista"/>
        <w:numPr>
          <w:ilvl w:val="0"/>
          <w:numId w:val="41"/>
        </w:numPr>
        <w:tabs>
          <w:tab w:val="left" w:pos="-1985"/>
        </w:tabs>
        <w:spacing w:before="120" w:after="120"/>
        <w:rPr>
          <w:rFonts w:ascii="Arial Narrow" w:hAnsi="Arial Narrow" w:cs="Arial"/>
          <w:sz w:val="20"/>
        </w:rPr>
      </w:pPr>
      <w:r w:rsidRPr="002232C7">
        <w:rPr>
          <w:rFonts w:ascii="Arial Narrow" w:hAnsi="Arial Narrow" w:cs="Arial"/>
          <w:sz w:val="20"/>
        </w:rPr>
        <w:t>Terá de ser evitado a execução da travessia a céu aberto em zona de curva de transição (com escala variável e raio progressivo)</w:t>
      </w:r>
      <w:r>
        <w:rPr>
          <w:rFonts w:ascii="Arial Narrow" w:hAnsi="Arial Narrow" w:cs="Arial"/>
          <w:sz w:val="20"/>
        </w:rPr>
        <w:t xml:space="preserve">. Se for mesmo necessário a execução de travessia a céu aberto </w:t>
      </w:r>
      <w:r w:rsidRPr="002232C7">
        <w:rPr>
          <w:rFonts w:ascii="Arial Narrow" w:hAnsi="Arial Narrow" w:cs="Arial"/>
          <w:sz w:val="20"/>
        </w:rPr>
        <w:t>em zona de curva de transição</w:t>
      </w:r>
      <w:r>
        <w:rPr>
          <w:rFonts w:ascii="Arial Narrow" w:hAnsi="Arial Narrow" w:cs="Arial"/>
          <w:sz w:val="20"/>
        </w:rPr>
        <w:t>, terá que haver um cuidado acrescido na monitorização d</w:t>
      </w:r>
      <w:r w:rsidRPr="007618F8">
        <w:rPr>
          <w:rFonts w:ascii="Arial Narrow" w:hAnsi="Arial Narrow" w:cs="Arial"/>
          <w:sz w:val="20"/>
        </w:rPr>
        <w:t>os parâmetros geométricos de via durante todo o processo</w:t>
      </w:r>
      <w:r>
        <w:rPr>
          <w:rFonts w:ascii="Arial Narrow" w:hAnsi="Arial Narrow" w:cs="Arial"/>
          <w:sz w:val="20"/>
        </w:rPr>
        <w:t>.</w:t>
      </w:r>
    </w:p>
    <w:p w14:paraId="3CA8E67D" w14:textId="77777777" w:rsidR="00583411" w:rsidRDefault="00583411" w:rsidP="008506CF">
      <w:pPr>
        <w:pStyle w:val="PargrafodaLista"/>
        <w:tabs>
          <w:tab w:val="left" w:pos="-1985"/>
        </w:tabs>
        <w:spacing w:before="120" w:after="120"/>
        <w:ind w:left="360"/>
        <w:rPr>
          <w:rFonts w:ascii="Arial Narrow" w:hAnsi="Arial Narrow" w:cs="Arial"/>
          <w:sz w:val="20"/>
        </w:rPr>
      </w:pPr>
    </w:p>
    <w:p w14:paraId="3CA8E67E" w14:textId="77777777" w:rsidR="009457F2" w:rsidRDefault="009457F2" w:rsidP="008506CF">
      <w:pPr>
        <w:pStyle w:val="PargrafodaLista"/>
        <w:numPr>
          <w:ilvl w:val="0"/>
          <w:numId w:val="41"/>
        </w:numPr>
        <w:tabs>
          <w:tab w:val="left" w:pos="-1985"/>
        </w:tabs>
        <w:spacing w:before="120" w:after="12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No prazo de 60 (sessenta) dias</w:t>
      </w:r>
      <w:r w:rsidR="00B12177">
        <w:rPr>
          <w:rFonts w:ascii="Arial Narrow" w:hAnsi="Arial Narrow" w:cs="Arial"/>
          <w:sz w:val="20"/>
        </w:rPr>
        <w:t xml:space="preserve"> de calendário</w:t>
      </w:r>
      <w:r>
        <w:rPr>
          <w:rFonts w:ascii="Arial Narrow" w:hAnsi="Arial Narrow" w:cs="Arial"/>
          <w:sz w:val="20"/>
        </w:rPr>
        <w:t xml:space="preserve">, a Entidade Executante </w:t>
      </w:r>
      <w:r w:rsidR="00B12177">
        <w:rPr>
          <w:rFonts w:ascii="Arial Narrow" w:hAnsi="Arial Narrow" w:cs="Arial"/>
          <w:sz w:val="20"/>
        </w:rPr>
        <w:t xml:space="preserve">executará </w:t>
      </w:r>
      <w:r>
        <w:rPr>
          <w:rFonts w:ascii="Arial Narrow" w:hAnsi="Arial Narrow" w:cs="Arial"/>
          <w:sz w:val="20"/>
        </w:rPr>
        <w:t xml:space="preserve">as operações 15. e 16. nas seguintes condições: </w:t>
      </w:r>
    </w:p>
    <w:p w14:paraId="3CA8E67F" w14:textId="77777777" w:rsidR="00905E1A" w:rsidRDefault="009457F2" w:rsidP="008506CF">
      <w:pPr>
        <w:pStyle w:val="PargrafodaLista"/>
        <w:numPr>
          <w:ilvl w:val="1"/>
          <w:numId w:val="41"/>
        </w:numPr>
        <w:tabs>
          <w:tab w:val="left" w:pos="-1985"/>
        </w:tabs>
        <w:spacing w:before="120" w:after="120"/>
        <w:ind w:left="70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A</w:t>
      </w:r>
      <w:r w:rsidRPr="009457F2">
        <w:rPr>
          <w:rFonts w:ascii="Arial Narrow" w:hAnsi="Arial Narrow" w:cs="Arial"/>
          <w:sz w:val="20"/>
        </w:rPr>
        <w:t>s vezes que se verifiquem necessárias</w:t>
      </w:r>
      <w:r>
        <w:rPr>
          <w:rFonts w:ascii="Arial Narrow" w:hAnsi="Arial Narrow" w:cs="Arial"/>
          <w:sz w:val="20"/>
        </w:rPr>
        <w:t>,</w:t>
      </w:r>
      <w:r w:rsidRPr="009457F2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 xml:space="preserve">caso </w:t>
      </w:r>
      <w:r w:rsidR="005117C8">
        <w:rPr>
          <w:rFonts w:ascii="Arial Narrow" w:hAnsi="Arial Narrow" w:cs="Arial"/>
          <w:sz w:val="20"/>
        </w:rPr>
        <w:t xml:space="preserve">sejam </w:t>
      </w:r>
      <w:proofErr w:type="spellStart"/>
      <w:r w:rsidR="005117C8">
        <w:rPr>
          <w:rFonts w:ascii="Arial Narrow" w:hAnsi="Arial Narrow" w:cs="Arial"/>
          <w:sz w:val="20"/>
        </w:rPr>
        <w:t>detadadas</w:t>
      </w:r>
      <w:proofErr w:type="spellEnd"/>
      <w:r w:rsidR="005117C8">
        <w:rPr>
          <w:rFonts w:ascii="Arial Narrow" w:hAnsi="Arial Narrow" w:cs="Arial"/>
          <w:sz w:val="20"/>
        </w:rPr>
        <w:t xml:space="preserve"> defici</w:t>
      </w:r>
      <w:r>
        <w:rPr>
          <w:rFonts w:ascii="Arial Narrow" w:hAnsi="Arial Narrow" w:cs="Arial"/>
          <w:sz w:val="20"/>
        </w:rPr>
        <w:t xml:space="preserve">ências nos </w:t>
      </w:r>
      <w:r w:rsidR="004503F8" w:rsidRPr="00583411">
        <w:rPr>
          <w:rFonts w:ascii="Arial Narrow" w:hAnsi="Arial Narrow" w:cs="Arial"/>
          <w:sz w:val="20"/>
        </w:rPr>
        <w:t xml:space="preserve">parâmetros </w:t>
      </w:r>
      <w:r>
        <w:rPr>
          <w:rFonts w:ascii="Arial Narrow" w:hAnsi="Arial Narrow" w:cs="Arial"/>
          <w:sz w:val="20"/>
        </w:rPr>
        <w:t xml:space="preserve">geométricos </w:t>
      </w:r>
      <w:r w:rsidR="004503F8" w:rsidRPr="00583411">
        <w:rPr>
          <w:rFonts w:ascii="Arial Narrow" w:hAnsi="Arial Narrow" w:cs="Arial"/>
          <w:sz w:val="20"/>
        </w:rPr>
        <w:t>de via</w:t>
      </w:r>
      <w:r>
        <w:rPr>
          <w:rFonts w:ascii="Arial Narrow" w:hAnsi="Arial Narrow" w:cs="Arial"/>
          <w:sz w:val="20"/>
        </w:rPr>
        <w:t xml:space="preserve"> através dos</w:t>
      </w:r>
      <w:r w:rsidR="004503F8" w:rsidRPr="00583411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>habituais meios de inspeção e diagnóstico da IP;</w:t>
      </w:r>
    </w:p>
    <w:p w14:paraId="3CA8E680" w14:textId="2E8FA1D5" w:rsidR="009457F2" w:rsidRPr="00583411" w:rsidRDefault="009457F2" w:rsidP="008506CF">
      <w:pPr>
        <w:pStyle w:val="PargrafodaLista"/>
        <w:numPr>
          <w:ilvl w:val="1"/>
          <w:numId w:val="41"/>
        </w:numPr>
        <w:tabs>
          <w:tab w:val="left" w:pos="-1985"/>
        </w:tabs>
        <w:spacing w:before="120" w:after="120"/>
        <w:ind w:left="709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Uma vez</w:t>
      </w:r>
      <w:r w:rsidR="00290D44">
        <w:rPr>
          <w:rFonts w:ascii="Arial Narrow" w:hAnsi="Arial Narrow" w:cs="Arial"/>
          <w:sz w:val="20"/>
        </w:rPr>
        <w:t xml:space="preserve"> a operação 16</w:t>
      </w:r>
      <w:r>
        <w:rPr>
          <w:rFonts w:ascii="Arial Narrow" w:hAnsi="Arial Narrow" w:cs="Arial"/>
          <w:sz w:val="20"/>
        </w:rPr>
        <w:t xml:space="preserve"> no final do referido prazo</w:t>
      </w:r>
      <w:r w:rsidR="00B12177">
        <w:rPr>
          <w:rFonts w:ascii="Arial Narrow" w:hAnsi="Arial Narrow" w:cs="Arial"/>
          <w:sz w:val="20"/>
        </w:rPr>
        <w:t xml:space="preserve"> de 60 (sessenta) dias de calendário</w:t>
      </w:r>
      <w:r w:rsidR="00290D44">
        <w:rPr>
          <w:rFonts w:ascii="Arial Narrow" w:hAnsi="Arial Narrow" w:cs="Arial"/>
          <w:sz w:val="20"/>
        </w:rPr>
        <w:t xml:space="preserve"> e em caso de defeito a operação 15</w:t>
      </w:r>
      <w:r>
        <w:rPr>
          <w:rFonts w:ascii="Arial Narrow" w:hAnsi="Arial Narrow" w:cs="Arial"/>
          <w:sz w:val="20"/>
        </w:rPr>
        <w:t>.</w:t>
      </w:r>
    </w:p>
    <w:p w14:paraId="3CA8E681" w14:textId="77777777" w:rsidR="001E6BD6" w:rsidRDefault="001E6BD6" w:rsidP="008541F9">
      <w:pPr>
        <w:tabs>
          <w:tab w:val="left" w:pos="-1985"/>
        </w:tabs>
        <w:spacing w:before="120" w:after="120"/>
        <w:jc w:val="left"/>
        <w:rPr>
          <w:rFonts w:ascii="Arial Narrow" w:hAnsi="Arial Narrow" w:cs="Arial"/>
          <w:sz w:val="16"/>
          <w:szCs w:val="16"/>
        </w:rPr>
      </w:pPr>
    </w:p>
    <w:p w14:paraId="3CA8E682" w14:textId="77777777" w:rsidR="008506CF" w:rsidRDefault="008506CF" w:rsidP="008541F9">
      <w:pPr>
        <w:tabs>
          <w:tab w:val="left" w:pos="-1985"/>
        </w:tabs>
        <w:spacing w:before="120" w:after="120"/>
        <w:jc w:val="left"/>
        <w:rPr>
          <w:rFonts w:ascii="Arial Narrow" w:hAnsi="Arial Narrow" w:cs="Arial"/>
          <w:sz w:val="16"/>
          <w:szCs w:val="16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1913"/>
        <w:gridCol w:w="2197"/>
        <w:gridCol w:w="1701"/>
        <w:gridCol w:w="3119"/>
      </w:tblGrid>
      <w:tr w:rsidR="00F822D8" w:rsidRPr="00537833" w14:paraId="3CA8E684" w14:textId="77777777" w:rsidTr="007A6AE5">
        <w:trPr>
          <w:trHeight w:val="284"/>
        </w:trPr>
        <w:tc>
          <w:tcPr>
            <w:tcW w:w="992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F8F8"/>
            <w:vAlign w:val="center"/>
          </w:tcPr>
          <w:p w14:paraId="3CA8E683" w14:textId="77777777" w:rsidR="00F822D8" w:rsidRPr="00B77E96" w:rsidRDefault="007A6AE5" w:rsidP="007A6AE5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proofErr w:type="spellStart"/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Enditadade</w:t>
            </w:r>
            <w:proofErr w:type="spellEnd"/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Executante</w:t>
            </w:r>
          </w:p>
        </w:tc>
      </w:tr>
      <w:tr w:rsidR="007A6AE5" w:rsidRPr="00537833" w14:paraId="3CA8E68A" w14:textId="77777777" w:rsidTr="00383306">
        <w:trPr>
          <w:trHeight w:val="28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5" w14:textId="77777777" w:rsidR="007A6AE5" w:rsidRPr="004360E7" w:rsidRDefault="007A6AE5" w:rsidP="00383306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6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7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8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9" w14:textId="5757156D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  <w:r w:rsidR="002C6844">
              <w:rPr>
                <w:rFonts w:ascii="Arial Narrow" w:hAnsi="Arial Narrow" w:cs="Arial"/>
                <w:sz w:val="20"/>
                <w:szCs w:val="16"/>
              </w:rPr>
              <w:t xml:space="preserve"> digital</w:t>
            </w:r>
          </w:p>
        </w:tc>
      </w:tr>
      <w:tr w:rsidR="007A6AE5" w:rsidRPr="00A561B4" w14:paraId="3CA8E690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B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Elaborou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C" w14:textId="23DB00CE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D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125983047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CA8E68E" w14:textId="77777777" w:rsidR="007A6AE5" w:rsidRPr="007A6AE5" w:rsidRDefault="007A6AE5" w:rsidP="007A6AE5">
                <w:pPr>
                  <w:spacing w:before="60" w:after="60" w:line="259" w:lineRule="auto"/>
                  <w:ind w:left="184"/>
                  <w:jc w:val="left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8F" w14:textId="5F65FF39" w:rsidR="007A6AE5" w:rsidRPr="004360E7" w:rsidRDefault="002C6844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229C40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Linha de Assinatura do Microsoft Office..." style="width:144.75pt;height:30pt">
                  <v:imagedata r:id="rId9" o:title=""/>
                  <o:lock v:ext="edit" ungrouping="t" rotation="t" cropping="t" verticies="t" text="t" grouping="t"/>
                  <o:signatureline v:ext="edit" id="{562A5C5E-6ACC-4DB6-8056-3DA75C63788C}" provid="{00000000-0000-0000-0000-000000000000}" issignatureline="t"/>
                </v:shape>
              </w:pict>
            </w:r>
          </w:p>
        </w:tc>
      </w:tr>
      <w:tr w:rsidR="007A6AE5" w:rsidRPr="00A561B4" w14:paraId="3CA8E696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1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2" w14:textId="31F87631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3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531954095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CA8E694" w14:textId="77777777" w:rsidR="007A6AE5" w:rsidRPr="007A6AE5" w:rsidRDefault="007A6AE5" w:rsidP="007A6AE5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="001E6BD6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5" w14:textId="63A3EBDC" w:rsidR="007A6AE5" w:rsidRPr="004360E7" w:rsidRDefault="002C6844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4CF4BA82">
                <v:shape id="_x0000_i1027" type="#_x0000_t75" alt="Linha de Assinatura do Microsoft Office..." style="width:144.75pt;height:30pt">
                  <v:imagedata r:id="rId9" o:title=""/>
                  <o:lock v:ext="edit" ungrouping="t" rotation="t" cropping="t" verticies="t" text="t" grouping="t"/>
                  <o:signatureline v:ext="edit" id="{251FF9A6-C8D1-4CF5-973F-4B2C99FA6FED}" provid="{00000000-0000-0000-0000-000000000000}" issignatureline="t"/>
                </v:shape>
              </w:pict>
            </w:r>
          </w:p>
        </w:tc>
      </w:tr>
      <w:tr w:rsidR="007A6AE5" w:rsidRPr="00A561B4" w14:paraId="3CA8E69C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7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8" w14:textId="23BAB1DC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9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Diretor de Obra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029860810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CA8E69A" w14:textId="77777777" w:rsidR="007A6AE5" w:rsidRPr="00B038E6" w:rsidRDefault="007A6AE5" w:rsidP="007A6AE5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  <w:highlight w:val="yellow"/>
                  </w:rPr>
                </w:pPr>
                <w:proofErr w:type="spellStart"/>
                <w:r w:rsidRPr="002C6844">
                  <w:rPr>
                    <w:rFonts w:ascii="Arial" w:hAnsi="Arial" w:cs="Arial"/>
                    <w:sz w:val="18"/>
                    <w:szCs w:val="18"/>
                  </w:rPr>
                  <w:t>aaaa</w:t>
                </w:r>
                <w:proofErr w:type="spellEnd"/>
                <w:r w:rsidRPr="002C6844">
                  <w:rPr>
                    <w:rFonts w:ascii="Arial" w:hAnsi="Arial" w:cs="Arial"/>
                    <w:sz w:val="18"/>
                    <w:szCs w:val="18"/>
                  </w:rPr>
                  <w:t>-mm-</w:t>
                </w:r>
                <w:proofErr w:type="spellStart"/>
                <w:r w:rsidRPr="002C6844">
                  <w:rPr>
                    <w:rFonts w:ascii="Arial" w:hAnsi="Arial" w:cs="Arial"/>
                    <w:sz w:val="18"/>
                    <w:szCs w:val="18"/>
                  </w:rPr>
                  <w:t>dd</w:t>
                </w:r>
                <w:proofErr w:type="spellEnd"/>
                <w:r w:rsidRPr="002C6844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A8E69B" w14:textId="6C9C5315" w:rsidR="007A6AE5" w:rsidRPr="004360E7" w:rsidRDefault="002C6844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34D2A1A8">
                <v:shape id="_x0000_i1025" type="#_x0000_t75" alt="Linha de Assinatura do Microsoft Office..." style="width:144.75pt;height:30pt">
                  <v:imagedata r:id="rId9" o:title=""/>
                  <o:lock v:ext="edit" ungrouping="t" rotation="t" cropping="t" verticies="t" text="t" grouping="t"/>
                  <o:signatureline v:ext="edit" id="{382F178A-5582-4630-ACED-A9D93E5C2485}" provid="{00000000-0000-0000-0000-000000000000}" issignatureline="t"/>
                </v:shape>
              </w:pict>
            </w:r>
          </w:p>
        </w:tc>
      </w:tr>
    </w:tbl>
    <w:p w14:paraId="3CA8E69D" w14:textId="77777777" w:rsidR="002232C7" w:rsidRDefault="002232C7" w:rsidP="007415F6">
      <w:pPr>
        <w:pStyle w:val="PargrafodaLista"/>
        <w:tabs>
          <w:tab w:val="left" w:pos="-1985"/>
        </w:tabs>
        <w:spacing w:before="60"/>
        <w:ind w:left="0"/>
        <w:rPr>
          <w:rFonts w:ascii="Arial Narrow" w:hAnsi="Arial Narrow" w:cs="Arial"/>
          <w:sz w:val="16"/>
          <w:szCs w:val="16"/>
        </w:rPr>
      </w:pPr>
    </w:p>
    <w:sectPr w:rsidR="002232C7" w:rsidSect="00DB26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3" w:h="16834"/>
      <w:pgMar w:top="680" w:right="573" w:bottom="567" w:left="1418" w:header="680" w:footer="629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43692" w14:textId="77777777" w:rsidR="00B6379A" w:rsidRDefault="00B6379A">
      <w:r>
        <w:separator/>
      </w:r>
    </w:p>
  </w:endnote>
  <w:endnote w:type="continuationSeparator" w:id="0">
    <w:p w14:paraId="40FE1587" w14:textId="77777777" w:rsidR="00B6379A" w:rsidRDefault="00B6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278E" w14:textId="77777777" w:rsidR="002C6844" w:rsidRDefault="002C68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8E6B8" w14:textId="6FEC8B8D" w:rsidR="007D717E" w:rsidRPr="00F935F3" w:rsidRDefault="007D717E" w:rsidP="003D5713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jc w:val="left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A8E6BD" wp14:editId="3CA8E6BE">
              <wp:simplePos x="0" y="0"/>
              <wp:positionH relativeFrom="column">
                <wp:posOffset>6046470</wp:posOffset>
              </wp:positionH>
              <wp:positionV relativeFrom="paragraph">
                <wp:posOffset>73660</wp:posOffset>
              </wp:positionV>
              <wp:extent cx="239395" cy="178435"/>
              <wp:effectExtent l="0" t="0" r="8255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395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3CA8E6BF" w14:textId="77777777" w:rsidR="007D717E" w:rsidRPr="00335EFE" w:rsidRDefault="007D717E" w:rsidP="0007214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 w:rsidR="00F44437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4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 w:rsidR="00F44437"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4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3CA8E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6.1pt;margin-top:5.8pt;width:18.85pt;height:1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" stroked="f">
              <v:textbox inset="0,0,0,0">
                <w:txbxContent>
                  <w:p w14:paraId="3CA8E6BF" w14:textId="77777777" w:rsidR="007D717E" w:rsidRPr="00335EFE" w:rsidRDefault="007D717E" w:rsidP="0007214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 w:rsidR="00F44437"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4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 w:rsidR="00F44437"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4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proofErr w:type="gramStart"/>
    <w:r w:rsidRPr="00F935F3">
      <w:rPr>
        <w:rFonts w:ascii="Arial" w:hAnsi="Arial"/>
        <w:color w:val="808080" w:themeColor="background1" w:themeShade="80"/>
        <w:sz w:val="16"/>
        <w:szCs w:val="16"/>
      </w:rPr>
      <w:t>Ficheiro:..</w:t>
    </w:r>
    <w:proofErr w:type="gramEnd"/>
    <w:r w:rsidRPr="00F935F3">
      <w:rPr>
        <w:rFonts w:ascii="Arial" w:hAnsi="Arial"/>
        <w:color w:val="808080" w:themeColor="background1" w:themeShade="80"/>
        <w:sz w:val="16"/>
        <w:szCs w:val="16"/>
      </w:rPr>
      <w:t>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F814CC">
      <w:rPr>
        <w:rFonts w:ascii="Arial" w:hAnsi="Arial"/>
        <w:noProof/>
        <w:color w:val="808080" w:themeColor="background1" w:themeShade="80"/>
        <w:sz w:val="16"/>
        <w:szCs w:val="16"/>
      </w:rPr>
      <w:t>aammdd_EE-EF_[Ref_EE]_Travessia_Céu_Aberto-Parte_I (R03).DOCX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1590" w14:textId="77777777" w:rsidR="002C6844" w:rsidRDefault="002C68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871D" w14:textId="77777777" w:rsidR="00B6379A" w:rsidRDefault="00B6379A">
      <w:r>
        <w:separator/>
      </w:r>
    </w:p>
  </w:footnote>
  <w:footnote w:type="continuationSeparator" w:id="0">
    <w:p w14:paraId="258A4298" w14:textId="77777777" w:rsidR="00B6379A" w:rsidRDefault="00B6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652C" w14:textId="77777777" w:rsidR="002C6844" w:rsidRDefault="002C68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2099"/>
      <w:gridCol w:w="993"/>
      <w:gridCol w:w="1984"/>
      <w:gridCol w:w="2410"/>
    </w:tblGrid>
    <w:tr w:rsidR="00DC71E3" w:rsidRPr="00E4071A" w14:paraId="3CA8E6A7" w14:textId="77777777" w:rsidTr="007B2F1C">
      <w:trPr>
        <w:trHeight w:val="439"/>
      </w:trPr>
      <w:tc>
        <w:tcPr>
          <w:tcW w:w="1728" w:type="dxa"/>
          <w:vMerge w:val="restart"/>
        </w:tcPr>
        <w:p w14:paraId="3CA8E6A3" w14:textId="77777777" w:rsidR="00DC71E3" w:rsidRPr="00ED0E1F" w:rsidRDefault="00DC71E3" w:rsidP="00ED0E1F">
          <w:r>
            <w:rPr>
              <w:rFonts w:ascii="Arial" w:hAnsi="Arial" w:cs="Arial"/>
              <w:noProof/>
              <w:sz w:val="20"/>
              <w:lang w:eastAsia="pt-PT"/>
            </w:rPr>
            <w:drawing>
              <wp:inline distT="0" distB="0" distL="0" distR="0" wp14:anchorId="3CA8E6BB" wp14:editId="3CA8E6BC">
                <wp:extent cx="1034415" cy="688975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P-LogoVert-RGB_300x200px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gridSpan w:val="4"/>
          <w:vMerge w:val="restart"/>
        </w:tcPr>
        <w:p w14:paraId="3CA8E6A4" w14:textId="77777777" w:rsidR="00DC71E3" w:rsidRPr="00C9198A" w:rsidRDefault="00DC71E3" w:rsidP="00C9198A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3CA8E6A5" w14:textId="08A757ED" w:rsidR="00DC71E3" w:rsidRPr="007F193D" w:rsidRDefault="00B038E6" w:rsidP="0086671C">
          <w:pPr>
            <w:spacing w:after="60"/>
            <w:jc w:val="left"/>
            <w:rPr>
              <w:rFonts w:ascii="Arial" w:hAnsi="Arial" w:cs="Arial"/>
              <w:b/>
              <w:i/>
              <w:sz w:val="20"/>
            </w:rPr>
          </w:pPr>
          <w:r w:rsidRPr="00B038E6">
            <w:rPr>
              <w:rFonts w:ascii="Arial" w:hAnsi="Arial" w:cs="Arial"/>
              <w:i/>
              <w:color w:val="808080" w:themeColor="background1" w:themeShade="80"/>
              <w:sz w:val="20"/>
              <w:highlight w:val="yellow"/>
            </w:rPr>
            <w:t>Designação do contrato</w:t>
          </w:r>
        </w:p>
      </w:tc>
      <w:tc>
        <w:tcPr>
          <w:tcW w:w="2410" w:type="dxa"/>
        </w:tcPr>
        <w:p w14:paraId="3CA8E6A6" w14:textId="105549A2" w:rsidR="00DC71E3" w:rsidRPr="00E4071A" w:rsidRDefault="00DC71E3" w:rsidP="0086671C">
          <w:pPr>
            <w:spacing w:before="120" w:after="12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18"/>
            </w:rPr>
            <w:t xml:space="preserve">CONTRATO: </w:t>
          </w:r>
          <w:r w:rsidR="00B038E6" w:rsidRPr="00B038E6">
            <w:rPr>
              <w:rFonts w:ascii="Arial" w:hAnsi="Arial" w:cs="Arial"/>
              <w:b/>
              <w:sz w:val="18"/>
              <w:highlight w:val="yellow"/>
            </w:rPr>
            <w:t>XXXXXXXX</w:t>
          </w:r>
        </w:p>
      </w:tc>
    </w:tr>
    <w:tr w:rsidR="00DC71E3" w:rsidRPr="00E4071A" w14:paraId="3CA8E6AB" w14:textId="77777777" w:rsidTr="007B2F1C">
      <w:trPr>
        <w:trHeight w:val="284"/>
      </w:trPr>
      <w:tc>
        <w:tcPr>
          <w:tcW w:w="1728" w:type="dxa"/>
          <w:vMerge/>
        </w:tcPr>
        <w:p w14:paraId="3CA8E6A8" w14:textId="77777777" w:rsidR="00DC71E3" w:rsidRPr="00E4071A" w:rsidRDefault="00DC71E3" w:rsidP="0086671C">
          <w:pPr>
            <w:rPr>
              <w:noProof/>
              <w:lang w:eastAsia="pt-PT"/>
            </w:rPr>
          </w:pPr>
        </w:p>
      </w:tc>
      <w:tc>
        <w:tcPr>
          <w:tcW w:w="5812" w:type="dxa"/>
          <w:gridSpan w:val="4"/>
          <w:vMerge/>
          <w:vAlign w:val="center"/>
        </w:tcPr>
        <w:p w14:paraId="3CA8E6A9" w14:textId="77777777" w:rsidR="00DC71E3" w:rsidRPr="0007214E" w:rsidRDefault="00DC71E3" w:rsidP="0086671C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20"/>
            </w:rPr>
          </w:pPr>
        </w:p>
      </w:tc>
      <w:tc>
        <w:tcPr>
          <w:tcW w:w="2410" w:type="dxa"/>
        </w:tcPr>
        <w:p w14:paraId="3CA8E6AA" w14:textId="3C56DD6D" w:rsidR="00DC71E3" w:rsidRPr="00ED0E1F" w:rsidRDefault="00D20FC5" w:rsidP="00ED0E1F">
          <w:pPr>
            <w:spacing w:before="160" w:after="120"/>
            <w:rPr>
              <w:rFonts w:ascii="Arial" w:hAnsi="Arial" w:cs="Arial"/>
              <w:b/>
              <w:spacing w:val="30"/>
              <w:sz w:val="20"/>
            </w:rPr>
          </w:pPr>
          <w:r w:rsidRPr="00D20FC5">
            <w:rPr>
              <w:rFonts w:ascii="Arial" w:hAnsi="Arial" w:cs="Arial"/>
              <w:b/>
              <w:sz w:val="18"/>
              <w:highlight w:val="yellow"/>
            </w:rPr>
            <w:t>Designação/Logo EE</w:t>
          </w:r>
        </w:p>
      </w:tc>
    </w:tr>
    <w:tr w:rsidR="00DC71E3" w:rsidRPr="00E4071A" w14:paraId="3CA8E6B2" w14:textId="77777777" w:rsidTr="007B2F1C">
      <w:tblPrEx>
        <w:tblCellMar>
          <w:left w:w="108" w:type="dxa"/>
          <w:right w:w="108" w:type="dxa"/>
        </w:tblCellMar>
      </w:tblPrEx>
      <w:trPr>
        <w:trHeight w:val="482"/>
      </w:trPr>
      <w:tc>
        <w:tcPr>
          <w:tcW w:w="1728" w:type="dxa"/>
          <w:vMerge/>
        </w:tcPr>
        <w:p w14:paraId="3CA8E6AC" w14:textId="77777777" w:rsidR="00DC71E3" w:rsidRPr="00ED0E1F" w:rsidRDefault="00DC71E3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tcBorders>
            <w:right w:val="nil"/>
          </w:tcBorders>
          <w:vAlign w:val="center"/>
        </w:tcPr>
        <w:p w14:paraId="3CA8E6AD" w14:textId="77777777" w:rsidR="00DC71E3" w:rsidRPr="00DC71E3" w:rsidRDefault="00DC71E3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REf:</w:t>
          </w:r>
        </w:p>
      </w:tc>
      <w:tc>
        <w:tcPr>
          <w:tcW w:w="2099" w:type="dxa"/>
          <w:tcBorders>
            <w:left w:val="nil"/>
            <w:bottom w:val="single" w:sz="6" w:space="0" w:color="C0C0C0"/>
          </w:tcBorders>
          <w:vAlign w:val="center"/>
        </w:tcPr>
        <w:p w14:paraId="3CA8E6AE" w14:textId="7C4FA0CA" w:rsidR="00DC71E3" w:rsidRPr="00DC71E3" w:rsidRDefault="00B038E6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r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ref. da EE</w:t>
          </w:r>
        </w:p>
      </w:tc>
      <w:tc>
        <w:tcPr>
          <w:tcW w:w="993" w:type="dxa"/>
          <w:tcBorders>
            <w:bottom w:val="single" w:sz="6" w:space="0" w:color="C0C0C0"/>
            <w:right w:val="nil"/>
          </w:tcBorders>
          <w:vAlign w:val="center"/>
        </w:tcPr>
        <w:p w14:paraId="3CA8E6AF" w14:textId="77777777" w:rsidR="00DC71E3" w:rsidRPr="00DC71E3" w:rsidRDefault="00DC71E3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PROC:</w:t>
          </w:r>
        </w:p>
      </w:tc>
      <w:tc>
        <w:tcPr>
          <w:tcW w:w="1984" w:type="dxa"/>
          <w:tcBorders>
            <w:left w:val="nil"/>
            <w:bottom w:val="single" w:sz="6" w:space="0" w:color="C0C0C0"/>
          </w:tcBorders>
          <w:vAlign w:val="center"/>
        </w:tcPr>
        <w:p w14:paraId="3CA8E6B0" w14:textId="0F736588" w:rsidR="00DC71E3" w:rsidRPr="00DC71E3" w:rsidRDefault="002C6844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hyperlink r:id="rId2" w:history="1">
            <w:r w:rsidR="00B038E6" w:rsidRPr="00B038E6">
              <w:rPr>
                <w:rStyle w:val="Hiperligao"/>
                <w:rFonts w:ascii="Arial" w:hAnsi="Arial" w:cs="Arial"/>
                <w:caps w:val="0"/>
                <w:color w:val="auto"/>
                <w:sz w:val="18"/>
                <w:szCs w:val="18"/>
                <w:highlight w:val="yellow"/>
                <w:u w:val="none"/>
              </w:rPr>
              <w:t>N.º</w:t>
            </w:r>
          </w:hyperlink>
          <w:r w:rsidR="00B038E6"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Processo DO</w:t>
          </w:r>
        </w:p>
      </w:tc>
      <w:tc>
        <w:tcPr>
          <w:tcW w:w="2410" w:type="dxa"/>
          <w:vAlign w:val="center"/>
        </w:tcPr>
        <w:p w14:paraId="3CA8E6B1" w14:textId="77777777" w:rsidR="00DC71E3" w:rsidRPr="00EC17DB" w:rsidRDefault="00DC71E3" w:rsidP="0086671C">
          <w:pPr>
            <w:pStyle w:val="Cabealho"/>
            <w:jc w:val="left"/>
            <w:rPr>
              <w:rFonts w:ascii="Arial" w:hAnsi="Arial" w:cs="Arial"/>
              <w:caps w:val="0"/>
              <w:sz w:val="18"/>
              <w:szCs w:val="18"/>
            </w:rPr>
          </w:pPr>
          <w:r w:rsidRPr="00EC17DB">
            <w:rPr>
              <w:rFonts w:ascii="Arial" w:hAnsi="Arial" w:cs="Arial"/>
              <w:caps w:val="0"/>
              <w:color w:val="808080"/>
              <w:sz w:val="18"/>
              <w:szCs w:val="18"/>
            </w:rPr>
            <w:t>DATA:</w:t>
          </w:r>
          <w:r w:rsidRPr="00EC17DB"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  <w:t xml:space="preserve"> </w:t>
          </w:r>
          <w:sdt>
            <w:sdtPr>
              <w:rPr>
                <w:rFonts w:ascii="Arial" w:hAnsi="Arial" w:cs="Arial"/>
                <w:caps w:val="0"/>
                <w:sz w:val="18"/>
                <w:szCs w:val="18"/>
              </w:rPr>
              <w:id w:val="-1217204672"/>
              <w:date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proofErr w:type="spellStart"/>
              <w:r w:rsidR="00EC17DB" w:rsidRPr="002C6844">
                <w:rPr>
                  <w:rFonts w:ascii="Arial" w:hAnsi="Arial" w:cs="Arial"/>
                  <w:caps w:val="0"/>
                  <w:sz w:val="18"/>
                  <w:szCs w:val="18"/>
                </w:rPr>
                <w:t>aaaa</w:t>
              </w:r>
              <w:proofErr w:type="spellEnd"/>
              <w:r w:rsidR="00EC17DB" w:rsidRPr="002C6844">
                <w:rPr>
                  <w:rFonts w:ascii="Arial" w:hAnsi="Arial" w:cs="Arial"/>
                  <w:caps w:val="0"/>
                  <w:sz w:val="18"/>
                  <w:szCs w:val="18"/>
                </w:rPr>
                <w:t>-mm-</w:t>
              </w:r>
              <w:proofErr w:type="spellStart"/>
              <w:r w:rsidR="00EC17DB" w:rsidRPr="002C6844">
                <w:rPr>
                  <w:rFonts w:ascii="Arial" w:hAnsi="Arial" w:cs="Arial"/>
                  <w:caps w:val="0"/>
                  <w:sz w:val="18"/>
                  <w:szCs w:val="18"/>
                </w:rPr>
                <w:t>dd</w:t>
              </w:r>
              <w:proofErr w:type="spellEnd"/>
            </w:sdtContent>
          </w:sdt>
        </w:p>
      </w:tc>
    </w:tr>
  </w:tbl>
  <w:p w14:paraId="3CA8E6B3" w14:textId="77777777" w:rsidR="0086671C" w:rsidRDefault="0086671C" w:rsidP="0086671C">
    <w:pPr>
      <w:rPr>
        <w:b/>
        <w:sz w:val="20"/>
      </w:rPr>
    </w:pPr>
  </w:p>
  <w:p w14:paraId="3CA8E6B4" w14:textId="77777777" w:rsidR="00DC71E3" w:rsidRPr="00DC71E3" w:rsidRDefault="00DC71E3" w:rsidP="0086671C">
    <w:pPr>
      <w:rPr>
        <w:rFonts w:ascii="Arial" w:hAnsi="Arial" w:cs="Arial"/>
        <w:b/>
        <w:sz w:val="20"/>
      </w:rPr>
    </w:pPr>
    <w:r w:rsidRPr="00DC71E3">
      <w:rPr>
        <w:rFonts w:ascii="Arial" w:hAnsi="Arial" w:cs="Arial"/>
        <w:b/>
        <w:sz w:val="20"/>
      </w:rPr>
      <w:t>Par</w:t>
    </w:r>
    <w:r w:rsidR="00B36D28">
      <w:rPr>
        <w:rFonts w:ascii="Arial" w:hAnsi="Arial" w:cs="Arial"/>
        <w:b/>
        <w:sz w:val="20"/>
      </w:rPr>
      <w:t>te I – Pedido da Entidade Executante (EE)</w:t>
    </w:r>
  </w:p>
  <w:p w14:paraId="3CA8E6B5" w14:textId="77777777" w:rsidR="00DC71E3" w:rsidRPr="006930D5" w:rsidRDefault="00DC71E3" w:rsidP="0086671C">
    <w:pPr>
      <w:rPr>
        <w:b/>
        <w:sz w:val="20"/>
      </w:rPr>
    </w:pPr>
  </w:p>
  <w:p w14:paraId="3CA8E6B6" w14:textId="77777777" w:rsidR="007D717E" w:rsidRPr="002B0EAD" w:rsidRDefault="007D717E" w:rsidP="002B0EAD">
    <w:pPr>
      <w:tabs>
        <w:tab w:val="left" w:pos="3500"/>
      </w:tabs>
      <w:rPr>
        <w:b/>
        <w:sz w:val="4"/>
        <w:szCs w:val="4"/>
      </w:rPr>
    </w:pPr>
    <w:r w:rsidRPr="002B0EAD">
      <w:rPr>
        <w:b/>
        <w:sz w:val="10"/>
        <w:szCs w:val="1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F3E5" w14:textId="77777777" w:rsidR="002C6844" w:rsidRDefault="002C68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77E"/>
    <w:multiLevelType w:val="hybridMultilevel"/>
    <w:tmpl w:val="9D22CA64"/>
    <w:lvl w:ilvl="0" w:tplc="0816000F">
      <w:start w:val="1"/>
      <w:numFmt w:val="decimal"/>
      <w:lvlText w:val="%1."/>
      <w:lvlJc w:val="left"/>
      <w:pPr>
        <w:ind w:left="806" w:hanging="360"/>
      </w:pPr>
    </w:lvl>
    <w:lvl w:ilvl="1" w:tplc="08160019" w:tentative="1">
      <w:start w:val="1"/>
      <w:numFmt w:val="lowerLetter"/>
      <w:lvlText w:val="%2."/>
      <w:lvlJc w:val="left"/>
      <w:pPr>
        <w:ind w:left="1526" w:hanging="360"/>
      </w:pPr>
    </w:lvl>
    <w:lvl w:ilvl="2" w:tplc="0816001B" w:tentative="1">
      <w:start w:val="1"/>
      <w:numFmt w:val="lowerRoman"/>
      <w:lvlText w:val="%3."/>
      <w:lvlJc w:val="right"/>
      <w:pPr>
        <w:ind w:left="2246" w:hanging="180"/>
      </w:pPr>
    </w:lvl>
    <w:lvl w:ilvl="3" w:tplc="0816000F" w:tentative="1">
      <w:start w:val="1"/>
      <w:numFmt w:val="decimal"/>
      <w:lvlText w:val="%4."/>
      <w:lvlJc w:val="left"/>
      <w:pPr>
        <w:ind w:left="2966" w:hanging="360"/>
      </w:pPr>
    </w:lvl>
    <w:lvl w:ilvl="4" w:tplc="08160019" w:tentative="1">
      <w:start w:val="1"/>
      <w:numFmt w:val="lowerLetter"/>
      <w:lvlText w:val="%5."/>
      <w:lvlJc w:val="left"/>
      <w:pPr>
        <w:ind w:left="3686" w:hanging="360"/>
      </w:pPr>
    </w:lvl>
    <w:lvl w:ilvl="5" w:tplc="0816001B" w:tentative="1">
      <w:start w:val="1"/>
      <w:numFmt w:val="lowerRoman"/>
      <w:lvlText w:val="%6."/>
      <w:lvlJc w:val="right"/>
      <w:pPr>
        <w:ind w:left="4406" w:hanging="180"/>
      </w:pPr>
    </w:lvl>
    <w:lvl w:ilvl="6" w:tplc="0816000F" w:tentative="1">
      <w:start w:val="1"/>
      <w:numFmt w:val="decimal"/>
      <w:lvlText w:val="%7."/>
      <w:lvlJc w:val="left"/>
      <w:pPr>
        <w:ind w:left="5126" w:hanging="360"/>
      </w:pPr>
    </w:lvl>
    <w:lvl w:ilvl="7" w:tplc="08160019" w:tentative="1">
      <w:start w:val="1"/>
      <w:numFmt w:val="lowerLetter"/>
      <w:lvlText w:val="%8."/>
      <w:lvlJc w:val="left"/>
      <w:pPr>
        <w:ind w:left="5846" w:hanging="360"/>
      </w:pPr>
    </w:lvl>
    <w:lvl w:ilvl="8" w:tplc="0816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13B51B5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87DE7"/>
    <w:multiLevelType w:val="hybridMultilevel"/>
    <w:tmpl w:val="261A14C8"/>
    <w:lvl w:ilvl="0" w:tplc="9B126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1DF"/>
    <w:multiLevelType w:val="hybridMultilevel"/>
    <w:tmpl w:val="46602984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69CF"/>
    <w:multiLevelType w:val="hybridMultilevel"/>
    <w:tmpl w:val="149628B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5" w15:restartNumberingAfterBreak="0">
    <w:nsid w:val="0D4F3500"/>
    <w:multiLevelType w:val="hybridMultilevel"/>
    <w:tmpl w:val="1C2655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24399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7" w15:restartNumberingAfterBreak="0">
    <w:nsid w:val="0E6A292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0A78"/>
    <w:multiLevelType w:val="singleLevel"/>
    <w:tmpl w:val="9E8285F0"/>
    <w:lvl w:ilvl="0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 w15:restartNumberingAfterBreak="0">
    <w:nsid w:val="161C6370"/>
    <w:multiLevelType w:val="hybridMultilevel"/>
    <w:tmpl w:val="F1FE2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A1CE0"/>
    <w:multiLevelType w:val="hybridMultilevel"/>
    <w:tmpl w:val="E39A1770"/>
    <w:lvl w:ilvl="0" w:tplc="70BC4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1F497D" w:themeColor="text2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4E41B9"/>
    <w:multiLevelType w:val="singleLevel"/>
    <w:tmpl w:val="12BE6E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3E0AC1"/>
    <w:multiLevelType w:val="hybridMultilevel"/>
    <w:tmpl w:val="ABF2174C"/>
    <w:lvl w:ilvl="0" w:tplc="C2FA9C1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094352"/>
    <w:multiLevelType w:val="hybridMultilevel"/>
    <w:tmpl w:val="CFD6BC92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 w15:restartNumberingAfterBreak="0">
    <w:nsid w:val="27540186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5" w15:restartNumberingAfterBreak="0">
    <w:nsid w:val="2857508C"/>
    <w:multiLevelType w:val="hybridMultilevel"/>
    <w:tmpl w:val="A58A4A30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296A7CA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7" w15:restartNumberingAfterBreak="0">
    <w:nsid w:val="2986359B"/>
    <w:multiLevelType w:val="hybridMultilevel"/>
    <w:tmpl w:val="C74E743C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64CCE"/>
    <w:multiLevelType w:val="hybridMultilevel"/>
    <w:tmpl w:val="48AC7696"/>
    <w:lvl w:ilvl="0" w:tplc="3EAEFC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A81701"/>
    <w:multiLevelType w:val="hybridMultilevel"/>
    <w:tmpl w:val="836AF6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8319B3"/>
    <w:multiLevelType w:val="hybridMultilevel"/>
    <w:tmpl w:val="96860F18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5" w:hanging="360"/>
      </w:pPr>
    </w:lvl>
    <w:lvl w:ilvl="2" w:tplc="0816001B" w:tentative="1">
      <w:start w:val="1"/>
      <w:numFmt w:val="lowerRoman"/>
      <w:lvlText w:val="%3."/>
      <w:lvlJc w:val="right"/>
      <w:pPr>
        <w:ind w:left="2095" w:hanging="180"/>
      </w:pPr>
    </w:lvl>
    <w:lvl w:ilvl="3" w:tplc="0816000F" w:tentative="1">
      <w:start w:val="1"/>
      <w:numFmt w:val="decimal"/>
      <w:lvlText w:val="%4."/>
      <w:lvlJc w:val="left"/>
      <w:pPr>
        <w:ind w:left="2815" w:hanging="360"/>
      </w:pPr>
    </w:lvl>
    <w:lvl w:ilvl="4" w:tplc="08160019" w:tentative="1">
      <w:start w:val="1"/>
      <w:numFmt w:val="lowerLetter"/>
      <w:lvlText w:val="%5."/>
      <w:lvlJc w:val="left"/>
      <w:pPr>
        <w:ind w:left="3535" w:hanging="360"/>
      </w:pPr>
    </w:lvl>
    <w:lvl w:ilvl="5" w:tplc="0816001B" w:tentative="1">
      <w:start w:val="1"/>
      <w:numFmt w:val="lowerRoman"/>
      <w:lvlText w:val="%6."/>
      <w:lvlJc w:val="right"/>
      <w:pPr>
        <w:ind w:left="4255" w:hanging="180"/>
      </w:pPr>
    </w:lvl>
    <w:lvl w:ilvl="6" w:tplc="0816000F" w:tentative="1">
      <w:start w:val="1"/>
      <w:numFmt w:val="decimal"/>
      <w:lvlText w:val="%7."/>
      <w:lvlJc w:val="left"/>
      <w:pPr>
        <w:ind w:left="4975" w:hanging="360"/>
      </w:pPr>
    </w:lvl>
    <w:lvl w:ilvl="7" w:tplc="08160019" w:tentative="1">
      <w:start w:val="1"/>
      <w:numFmt w:val="lowerLetter"/>
      <w:lvlText w:val="%8."/>
      <w:lvlJc w:val="left"/>
      <w:pPr>
        <w:ind w:left="5695" w:hanging="360"/>
      </w:pPr>
    </w:lvl>
    <w:lvl w:ilvl="8" w:tplc="0816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1" w15:restartNumberingAfterBreak="0">
    <w:nsid w:val="32231B37"/>
    <w:multiLevelType w:val="hybridMultilevel"/>
    <w:tmpl w:val="9280B8E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5E0089"/>
    <w:multiLevelType w:val="hybridMultilevel"/>
    <w:tmpl w:val="5D9482D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E97F8D"/>
    <w:multiLevelType w:val="hybridMultilevel"/>
    <w:tmpl w:val="FA10D9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45702"/>
    <w:multiLevelType w:val="hybridMultilevel"/>
    <w:tmpl w:val="60CAA8B0"/>
    <w:lvl w:ilvl="0" w:tplc="11D2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10B0E"/>
    <w:multiLevelType w:val="hybridMultilevel"/>
    <w:tmpl w:val="17BCE836"/>
    <w:lvl w:ilvl="0" w:tplc="D6BEF4FC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41974"/>
    <w:multiLevelType w:val="hybridMultilevel"/>
    <w:tmpl w:val="4254DC8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 w15:restartNumberingAfterBreak="0">
    <w:nsid w:val="440239D8"/>
    <w:multiLevelType w:val="hybridMultilevel"/>
    <w:tmpl w:val="9DD6AA8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0F7736"/>
    <w:multiLevelType w:val="hybridMultilevel"/>
    <w:tmpl w:val="511E6A6E"/>
    <w:lvl w:ilvl="0" w:tplc="66564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C0423"/>
    <w:multiLevelType w:val="hybridMultilevel"/>
    <w:tmpl w:val="F90601E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290DD8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003F0A"/>
    <w:multiLevelType w:val="hybridMultilevel"/>
    <w:tmpl w:val="48D0CF46"/>
    <w:lvl w:ilvl="0" w:tplc="EA6275F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067B9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2754B"/>
    <w:multiLevelType w:val="hybridMultilevel"/>
    <w:tmpl w:val="16C037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661D2B"/>
    <w:multiLevelType w:val="hybridMultilevel"/>
    <w:tmpl w:val="A67ECE44"/>
    <w:lvl w:ilvl="0" w:tplc="893E7D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4097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36" w15:restartNumberingAfterBreak="0">
    <w:nsid w:val="67266014"/>
    <w:multiLevelType w:val="hybridMultilevel"/>
    <w:tmpl w:val="4ECAF6B8"/>
    <w:lvl w:ilvl="0" w:tplc="08160003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37" w15:restartNumberingAfterBreak="0">
    <w:nsid w:val="6DD9644C"/>
    <w:multiLevelType w:val="hybridMultilevel"/>
    <w:tmpl w:val="1C5EB9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1554C"/>
    <w:multiLevelType w:val="hybridMultilevel"/>
    <w:tmpl w:val="F162EAFC"/>
    <w:lvl w:ilvl="0" w:tplc="6F9AEFF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A85450"/>
    <w:multiLevelType w:val="hybridMultilevel"/>
    <w:tmpl w:val="AF583E6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4E04CE"/>
    <w:multiLevelType w:val="hybridMultilevel"/>
    <w:tmpl w:val="0C067F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B53EE9"/>
    <w:multiLevelType w:val="hybridMultilevel"/>
    <w:tmpl w:val="514C33A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6284457">
    <w:abstractNumId w:val="8"/>
  </w:num>
  <w:num w:numId="2" w16cid:durableId="1278755129">
    <w:abstractNumId w:val="35"/>
  </w:num>
  <w:num w:numId="3" w16cid:durableId="477696248">
    <w:abstractNumId w:val="6"/>
  </w:num>
  <w:num w:numId="4" w16cid:durableId="192815857">
    <w:abstractNumId w:val="14"/>
  </w:num>
  <w:num w:numId="5" w16cid:durableId="1442526067">
    <w:abstractNumId w:val="16"/>
  </w:num>
  <w:num w:numId="6" w16cid:durableId="898974192">
    <w:abstractNumId w:val="11"/>
  </w:num>
  <w:num w:numId="7" w16cid:durableId="1155730334">
    <w:abstractNumId w:val="28"/>
  </w:num>
  <w:num w:numId="8" w16cid:durableId="1276328425">
    <w:abstractNumId w:val="23"/>
  </w:num>
  <w:num w:numId="9" w16cid:durableId="936717938">
    <w:abstractNumId w:val="9"/>
  </w:num>
  <w:num w:numId="10" w16cid:durableId="530383952">
    <w:abstractNumId w:val="24"/>
  </w:num>
  <w:num w:numId="11" w16cid:durableId="1824814466">
    <w:abstractNumId w:val="30"/>
  </w:num>
  <w:num w:numId="12" w16cid:durableId="518129957">
    <w:abstractNumId w:val="37"/>
  </w:num>
  <w:num w:numId="13" w16cid:durableId="1521819552">
    <w:abstractNumId w:val="1"/>
  </w:num>
  <w:num w:numId="14" w16cid:durableId="218783434">
    <w:abstractNumId w:val="10"/>
  </w:num>
  <w:num w:numId="15" w16cid:durableId="465197881">
    <w:abstractNumId w:val="2"/>
  </w:num>
  <w:num w:numId="16" w16cid:durableId="1878354916">
    <w:abstractNumId w:val="36"/>
  </w:num>
  <w:num w:numId="17" w16cid:durableId="1043209092">
    <w:abstractNumId w:val="22"/>
  </w:num>
  <w:num w:numId="18" w16cid:durableId="1248461737">
    <w:abstractNumId w:val="29"/>
  </w:num>
  <w:num w:numId="19" w16cid:durableId="2008048355">
    <w:abstractNumId w:val="0"/>
  </w:num>
  <w:num w:numId="20" w16cid:durableId="1862742355">
    <w:abstractNumId w:val="17"/>
  </w:num>
  <w:num w:numId="21" w16cid:durableId="871041290">
    <w:abstractNumId w:val="7"/>
  </w:num>
  <w:num w:numId="22" w16cid:durableId="2089185168">
    <w:abstractNumId w:val="34"/>
  </w:num>
  <w:num w:numId="23" w16cid:durableId="169757895">
    <w:abstractNumId w:val="32"/>
  </w:num>
  <w:num w:numId="24" w16cid:durableId="618951844">
    <w:abstractNumId w:val="20"/>
  </w:num>
  <w:num w:numId="25" w16cid:durableId="856121209">
    <w:abstractNumId w:val="15"/>
  </w:num>
  <w:num w:numId="26" w16cid:durableId="126821265">
    <w:abstractNumId w:val="13"/>
  </w:num>
  <w:num w:numId="27" w16cid:durableId="931669021">
    <w:abstractNumId w:val="21"/>
  </w:num>
  <w:num w:numId="28" w16cid:durableId="418060785">
    <w:abstractNumId w:val="40"/>
  </w:num>
  <w:num w:numId="29" w16cid:durableId="1085614891">
    <w:abstractNumId w:val="4"/>
  </w:num>
  <w:num w:numId="30" w16cid:durableId="102238496">
    <w:abstractNumId w:val="33"/>
  </w:num>
  <w:num w:numId="31" w16cid:durableId="958610932">
    <w:abstractNumId w:val="41"/>
  </w:num>
  <w:num w:numId="32" w16cid:durableId="1563326872">
    <w:abstractNumId w:val="39"/>
  </w:num>
  <w:num w:numId="33" w16cid:durableId="947078049">
    <w:abstractNumId w:val="3"/>
  </w:num>
  <w:num w:numId="34" w16cid:durableId="1252810244">
    <w:abstractNumId w:val="19"/>
  </w:num>
  <w:num w:numId="35" w16cid:durableId="335769824">
    <w:abstractNumId w:val="26"/>
  </w:num>
  <w:num w:numId="36" w16cid:durableId="2120104345">
    <w:abstractNumId w:val="27"/>
  </w:num>
  <w:num w:numId="37" w16cid:durableId="225574993">
    <w:abstractNumId w:val="31"/>
  </w:num>
  <w:num w:numId="38" w16cid:durableId="1928685609">
    <w:abstractNumId w:val="12"/>
  </w:num>
  <w:num w:numId="39" w16cid:durableId="91559177">
    <w:abstractNumId w:val="18"/>
  </w:num>
  <w:num w:numId="40" w16cid:durableId="1242332415">
    <w:abstractNumId w:val="5"/>
  </w:num>
  <w:num w:numId="41" w16cid:durableId="537620529">
    <w:abstractNumId w:val="38"/>
  </w:num>
  <w:num w:numId="42" w16cid:durableId="197802707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9B4"/>
    <w:rsid w:val="00000338"/>
    <w:rsid w:val="00004BCE"/>
    <w:rsid w:val="00007707"/>
    <w:rsid w:val="00010817"/>
    <w:rsid w:val="0001185F"/>
    <w:rsid w:val="000134C9"/>
    <w:rsid w:val="00013846"/>
    <w:rsid w:val="0001586B"/>
    <w:rsid w:val="00021FD9"/>
    <w:rsid w:val="00022ED9"/>
    <w:rsid w:val="00023B66"/>
    <w:rsid w:val="00024ED1"/>
    <w:rsid w:val="000304E9"/>
    <w:rsid w:val="000408AB"/>
    <w:rsid w:val="000417F7"/>
    <w:rsid w:val="00043B82"/>
    <w:rsid w:val="00045217"/>
    <w:rsid w:val="00047A7A"/>
    <w:rsid w:val="00056615"/>
    <w:rsid w:val="00056B67"/>
    <w:rsid w:val="00057359"/>
    <w:rsid w:val="00064BA2"/>
    <w:rsid w:val="0007021E"/>
    <w:rsid w:val="0007214E"/>
    <w:rsid w:val="00076317"/>
    <w:rsid w:val="00080466"/>
    <w:rsid w:val="00080F19"/>
    <w:rsid w:val="00084346"/>
    <w:rsid w:val="00094D42"/>
    <w:rsid w:val="000B1BEF"/>
    <w:rsid w:val="000B2DC3"/>
    <w:rsid w:val="000B2EE7"/>
    <w:rsid w:val="000B364E"/>
    <w:rsid w:val="000B3858"/>
    <w:rsid w:val="000B3B34"/>
    <w:rsid w:val="000B5AA2"/>
    <w:rsid w:val="000B5FFF"/>
    <w:rsid w:val="000B7DDB"/>
    <w:rsid w:val="000C14B1"/>
    <w:rsid w:val="000C27E7"/>
    <w:rsid w:val="000C327E"/>
    <w:rsid w:val="000D1E1A"/>
    <w:rsid w:val="000D4903"/>
    <w:rsid w:val="000D5371"/>
    <w:rsid w:val="000E2108"/>
    <w:rsid w:val="000E659A"/>
    <w:rsid w:val="000F0022"/>
    <w:rsid w:val="000F1560"/>
    <w:rsid w:val="000F3C08"/>
    <w:rsid w:val="000F3E5B"/>
    <w:rsid w:val="000F6496"/>
    <w:rsid w:val="00101C63"/>
    <w:rsid w:val="0011428F"/>
    <w:rsid w:val="001204EB"/>
    <w:rsid w:val="0012248E"/>
    <w:rsid w:val="00127815"/>
    <w:rsid w:val="00127D2F"/>
    <w:rsid w:val="00127E28"/>
    <w:rsid w:val="00133C63"/>
    <w:rsid w:val="00137965"/>
    <w:rsid w:val="00137F86"/>
    <w:rsid w:val="00141F1E"/>
    <w:rsid w:val="00142F43"/>
    <w:rsid w:val="0014366B"/>
    <w:rsid w:val="00144C5B"/>
    <w:rsid w:val="00146490"/>
    <w:rsid w:val="00150AAD"/>
    <w:rsid w:val="001511FF"/>
    <w:rsid w:val="0015684B"/>
    <w:rsid w:val="00160B84"/>
    <w:rsid w:val="0016184E"/>
    <w:rsid w:val="00166F84"/>
    <w:rsid w:val="0016718E"/>
    <w:rsid w:val="001700D1"/>
    <w:rsid w:val="0017273D"/>
    <w:rsid w:val="00175612"/>
    <w:rsid w:val="00175CFD"/>
    <w:rsid w:val="00182ECB"/>
    <w:rsid w:val="001833EC"/>
    <w:rsid w:val="0018668F"/>
    <w:rsid w:val="00190151"/>
    <w:rsid w:val="001955C7"/>
    <w:rsid w:val="00196D99"/>
    <w:rsid w:val="00197184"/>
    <w:rsid w:val="00197E47"/>
    <w:rsid w:val="001A0310"/>
    <w:rsid w:val="001A1CEE"/>
    <w:rsid w:val="001A2629"/>
    <w:rsid w:val="001A5833"/>
    <w:rsid w:val="001A782C"/>
    <w:rsid w:val="001B4F13"/>
    <w:rsid w:val="001C0BE4"/>
    <w:rsid w:val="001C3BB4"/>
    <w:rsid w:val="001C40FC"/>
    <w:rsid w:val="001C54F8"/>
    <w:rsid w:val="001C7273"/>
    <w:rsid w:val="001D1D17"/>
    <w:rsid w:val="001D34D9"/>
    <w:rsid w:val="001D63B7"/>
    <w:rsid w:val="001D794B"/>
    <w:rsid w:val="001E345A"/>
    <w:rsid w:val="001E3C6E"/>
    <w:rsid w:val="001E46D1"/>
    <w:rsid w:val="001E6BD6"/>
    <w:rsid w:val="001F2A8A"/>
    <w:rsid w:val="00201198"/>
    <w:rsid w:val="00204F38"/>
    <w:rsid w:val="002053E9"/>
    <w:rsid w:val="00206A43"/>
    <w:rsid w:val="00207251"/>
    <w:rsid w:val="00212224"/>
    <w:rsid w:val="002145EA"/>
    <w:rsid w:val="00220B9D"/>
    <w:rsid w:val="00221DBE"/>
    <w:rsid w:val="002232C7"/>
    <w:rsid w:val="00224F73"/>
    <w:rsid w:val="002255C8"/>
    <w:rsid w:val="002317B2"/>
    <w:rsid w:val="002325FD"/>
    <w:rsid w:val="00234B74"/>
    <w:rsid w:val="00235996"/>
    <w:rsid w:val="002409A0"/>
    <w:rsid w:val="002413D4"/>
    <w:rsid w:val="00256988"/>
    <w:rsid w:val="00260409"/>
    <w:rsid w:val="002626B7"/>
    <w:rsid w:val="00263A34"/>
    <w:rsid w:val="002656FF"/>
    <w:rsid w:val="0026739B"/>
    <w:rsid w:val="00270966"/>
    <w:rsid w:val="002709BF"/>
    <w:rsid w:val="002714F3"/>
    <w:rsid w:val="002760F6"/>
    <w:rsid w:val="00276B13"/>
    <w:rsid w:val="00277BFA"/>
    <w:rsid w:val="002804DD"/>
    <w:rsid w:val="00281B23"/>
    <w:rsid w:val="00282478"/>
    <w:rsid w:val="00285940"/>
    <w:rsid w:val="002865E2"/>
    <w:rsid w:val="00290D44"/>
    <w:rsid w:val="002936A5"/>
    <w:rsid w:val="002B0EAD"/>
    <w:rsid w:val="002B3868"/>
    <w:rsid w:val="002B6BA7"/>
    <w:rsid w:val="002B7A52"/>
    <w:rsid w:val="002C5D40"/>
    <w:rsid w:val="002C6844"/>
    <w:rsid w:val="002D2863"/>
    <w:rsid w:val="002D411C"/>
    <w:rsid w:val="002D4429"/>
    <w:rsid w:val="002D7336"/>
    <w:rsid w:val="002E0F7B"/>
    <w:rsid w:val="002E247F"/>
    <w:rsid w:val="002E7B60"/>
    <w:rsid w:val="002F20EA"/>
    <w:rsid w:val="00302246"/>
    <w:rsid w:val="003023A5"/>
    <w:rsid w:val="00303C17"/>
    <w:rsid w:val="003059D4"/>
    <w:rsid w:val="00314959"/>
    <w:rsid w:val="00320F8C"/>
    <w:rsid w:val="00330647"/>
    <w:rsid w:val="00331A18"/>
    <w:rsid w:val="003342DF"/>
    <w:rsid w:val="00336EAC"/>
    <w:rsid w:val="003404DD"/>
    <w:rsid w:val="00341DD2"/>
    <w:rsid w:val="00347AD1"/>
    <w:rsid w:val="0035054E"/>
    <w:rsid w:val="00354A16"/>
    <w:rsid w:val="00354D86"/>
    <w:rsid w:val="00357576"/>
    <w:rsid w:val="00362855"/>
    <w:rsid w:val="003723D5"/>
    <w:rsid w:val="00372FE5"/>
    <w:rsid w:val="00375FE2"/>
    <w:rsid w:val="003831A0"/>
    <w:rsid w:val="00383306"/>
    <w:rsid w:val="00385843"/>
    <w:rsid w:val="0038724B"/>
    <w:rsid w:val="00391459"/>
    <w:rsid w:val="003938B1"/>
    <w:rsid w:val="003938ED"/>
    <w:rsid w:val="00394011"/>
    <w:rsid w:val="00394C60"/>
    <w:rsid w:val="0039787F"/>
    <w:rsid w:val="003A0325"/>
    <w:rsid w:val="003A138C"/>
    <w:rsid w:val="003A1E5B"/>
    <w:rsid w:val="003A2610"/>
    <w:rsid w:val="003A2B58"/>
    <w:rsid w:val="003A3FD8"/>
    <w:rsid w:val="003A409D"/>
    <w:rsid w:val="003A5CB2"/>
    <w:rsid w:val="003B47E0"/>
    <w:rsid w:val="003C4AD3"/>
    <w:rsid w:val="003C531F"/>
    <w:rsid w:val="003C7EEA"/>
    <w:rsid w:val="003D302B"/>
    <w:rsid w:val="003D38CC"/>
    <w:rsid w:val="003D5713"/>
    <w:rsid w:val="003D7DF1"/>
    <w:rsid w:val="003E4959"/>
    <w:rsid w:val="003E4E46"/>
    <w:rsid w:val="003E5469"/>
    <w:rsid w:val="003F0052"/>
    <w:rsid w:val="003F23F8"/>
    <w:rsid w:val="003F4A83"/>
    <w:rsid w:val="004029F1"/>
    <w:rsid w:val="00403071"/>
    <w:rsid w:val="004035C8"/>
    <w:rsid w:val="004042A0"/>
    <w:rsid w:val="00407C8A"/>
    <w:rsid w:val="00410D5C"/>
    <w:rsid w:val="004135D2"/>
    <w:rsid w:val="00413DB6"/>
    <w:rsid w:val="004171BB"/>
    <w:rsid w:val="00424502"/>
    <w:rsid w:val="00425959"/>
    <w:rsid w:val="00430827"/>
    <w:rsid w:val="00431424"/>
    <w:rsid w:val="004317C8"/>
    <w:rsid w:val="004354D7"/>
    <w:rsid w:val="004360E7"/>
    <w:rsid w:val="0044338C"/>
    <w:rsid w:val="00443AE9"/>
    <w:rsid w:val="0044459D"/>
    <w:rsid w:val="004503F8"/>
    <w:rsid w:val="0045090F"/>
    <w:rsid w:val="00450EE5"/>
    <w:rsid w:val="004524FA"/>
    <w:rsid w:val="00453189"/>
    <w:rsid w:val="00453F83"/>
    <w:rsid w:val="00454E4A"/>
    <w:rsid w:val="00455727"/>
    <w:rsid w:val="00460F60"/>
    <w:rsid w:val="00461FCD"/>
    <w:rsid w:val="00463722"/>
    <w:rsid w:val="00463741"/>
    <w:rsid w:val="00464D1F"/>
    <w:rsid w:val="0047093E"/>
    <w:rsid w:val="004718E5"/>
    <w:rsid w:val="00482D19"/>
    <w:rsid w:val="00483BD7"/>
    <w:rsid w:val="00484A36"/>
    <w:rsid w:val="00493115"/>
    <w:rsid w:val="00493F0E"/>
    <w:rsid w:val="0049656E"/>
    <w:rsid w:val="00497B74"/>
    <w:rsid w:val="00497E49"/>
    <w:rsid w:val="004A023B"/>
    <w:rsid w:val="004A7D05"/>
    <w:rsid w:val="004B0AA6"/>
    <w:rsid w:val="004C16E1"/>
    <w:rsid w:val="004C6B9D"/>
    <w:rsid w:val="004C6C11"/>
    <w:rsid w:val="004C71B1"/>
    <w:rsid w:val="004C7B1A"/>
    <w:rsid w:val="004D4613"/>
    <w:rsid w:val="004E033A"/>
    <w:rsid w:val="004E1766"/>
    <w:rsid w:val="004E3DF8"/>
    <w:rsid w:val="004E784E"/>
    <w:rsid w:val="004F471A"/>
    <w:rsid w:val="00500307"/>
    <w:rsid w:val="00500682"/>
    <w:rsid w:val="0050336C"/>
    <w:rsid w:val="0050681B"/>
    <w:rsid w:val="005117C8"/>
    <w:rsid w:val="00511D57"/>
    <w:rsid w:val="00516783"/>
    <w:rsid w:val="005207A0"/>
    <w:rsid w:val="0052206C"/>
    <w:rsid w:val="00532D89"/>
    <w:rsid w:val="00533897"/>
    <w:rsid w:val="00534752"/>
    <w:rsid w:val="0053679F"/>
    <w:rsid w:val="00537833"/>
    <w:rsid w:val="005411AC"/>
    <w:rsid w:val="005517A0"/>
    <w:rsid w:val="00552250"/>
    <w:rsid w:val="00552E77"/>
    <w:rsid w:val="005662C3"/>
    <w:rsid w:val="00567297"/>
    <w:rsid w:val="00572426"/>
    <w:rsid w:val="00573B98"/>
    <w:rsid w:val="00573DEB"/>
    <w:rsid w:val="00573F43"/>
    <w:rsid w:val="00577024"/>
    <w:rsid w:val="0058150B"/>
    <w:rsid w:val="00583411"/>
    <w:rsid w:val="00583AE9"/>
    <w:rsid w:val="00586379"/>
    <w:rsid w:val="00591C41"/>
    <w:rsid w:val="00594AC8"/>
    <w:rsid w:val="0059667F"/>
    <w:rsid w:val="00597478"/>
    <w:rsid w:val="005A52C4"/>
    <w:rsid w:val="005A62EC"/>
    <w:rsid w:val="005A7E54"/>
    <w:rsid w:val="005B269E"/>
    <w:rsid w:val="005B605B"/>
    <w:rsid w:val="005C0BB3"/>
    <w:rsid w:val="005C459B"/>
    <w:rsid w:val="005C5F8D"/>
    <w:rsid w:val="005C64BC"/>
    <w:rsid w:val="005C74DB"/>
    <w:rsid w:val="005D0ADD"/>
    <w:rsid w:val="005D4CF9"/>
    <w:rsid w:val="005D54B7"/>
    <w:rsid w:val="005D5A52"/>
    <w:rsid w:val="005D5CE5"/>
    <w:rsid w:val="005D7A47"/>
    <w:rsid w:val="005D7AB7"/>
    <w:rsid w:val="005E058F"/>
    <w:rsid w:val="005E13C3"/>
    <w:rsid w:val="005E2C5A"/>
    <w:rsid w:val="005E5863"/>
    <w:rsid w:val="005E61C0"/>
    <w:rsid w:val="005E69FD"/>
    <w:rsid w:val="005E756C"/>
    <w:rsid w:val="005F728D"/>
    <w:rsid w:val="005F78C5"/>
    <w:rsid w:val="00602A28"/>
    <w:rsid w:val="00604F35"/>
    <w:rsid w:val="00605356"/>
    <w:rsid w:val="006130B7"/>
    <w:rsid w:val="00620FF8"/>
    <w:rsid w:val="00621017"/>
    <w:rsid w:val="0062410D"/>
    <w:rsid w:val="00624D29"/>
    <w:rsid w:val="00630A37"/>
    <w:rsid w:val="00630BEC"/>
    <w:rsid w:val="00630E52"/>
    <w:rsid w:val="00631089"/>
    <w:rsid w:val="00631E90"/>
    <w:rsid w:val="006327D2"/>
    <w:rsid w:val="00647DA5"/>
    <w:rsid w:val="0065191F"/>
    <w:rsid w:val="00652A43"/>
    <w:rsid w:val="00656E6F"/>
    <w:rsid w:val="00657D6C"/>
    <w:rsid w:val="006616F0"/>
    <w:rsid w:val="0066497A"/>
    <w:rsid w:val="00665F63"/>
    <w:rsid w:val="006704A9"/>
    <w:rsid w:val="00671910"/>
    <w:rsid w:val="00672ED9"/>
    <w:rsid w:val="00677968"/>
    <w:rsid w:val="00677D3D"/>
    <w:rsid w:val="006803B0"/>
    <w:rsid w:val="006814FE"/>
    <w:rsid w:val="006838A1"/>
    <w:rsid w:val="006843F1"/>
    <w:rsid w:val="006875F4"/>
    <w:rsid w:val="00690721"/>
    <w:rsid w:val="00692044"/>
    <w:rsid w:val="00692608"/>
    <w:rsid w:val="006930D5"/>
    <w:rsid w:val="006951F2"/>
    <w:rsid w:val="00695CFD"/>
    <w:rsid w:val="006A0D2F"/>
    <w:rsid w:val="006A13A5"/>
    <w:rsid w:val="006A3D95"/>
    <w:rsid w:val="006A4553"/>
    <w:rsid w:val="006A767D"/>
    <w:rsid w:val="006A7D62"/>
    <w:rsid w:val="006B102F"/>
    <w:rsid w:val="006C4667"/>
    <w:rsid w:val="006C499D"/>
    <w:rsid w:val="006C5686"/>
    <w:rsid w:val="006C5D86"/>
    <w:rsid w:val="006D20F0"/>
    <w:rsid w:val="006D6942"/>
    <w:rsid w:val="006E3A46"/>
    <w:rsid w:val="006F061E"/>
    <w:rsid w:val="006F0DDA"/>
    <w:rsid w:val="006F104A"/>
    <w:rsid w:val="006F1122"/>
    <w:rsid w:val="006F1A23"/>
    <w:rsid w:val="00703CB9"/>
    <w:rsid w:val="00707B23"/>
    <w:rsid w:val="00712854"/>
    <w:rsid w:val="0071426F"/>
    <w:rsid w:val="00717B9B"/>
    <w:rsid w:val="00720EC5"/>
    <w:rsid w:val="00724F5B"/>
    <w:rsid w:val="00730D52"/>
    <w:rsid w:val="007312B3"/>
    <w:rsid w:val="00735537"/>
    <w:rsid w:val="00735BD5"/>
    <w:rsid w:val="007360FC"/>
    <w:rsid w:val="007415F6"/>
    <w:rsid w:val="00741772"/>
    <w:rsid w:val="00743CD0"/>
    <w:rsid w:val="00746828"/>
    <w:rsid w:val="00746EBB"/>
    <w:rsid w:val="00753513"/>
    <w:rsid w:val="00754EF1"/>
    <w:rsid w:val="007636CE"/>
    <w:rsid w:val="0076430D"/>
    <w:rsid w:val="007647DE"/>
    <w:rsid w:val="00765027"/>
    <w:rsid w:val="00777635"/>
    <w:rsid w:val="0078273F"/>
    <w:rsid w:val="00783465"/>
    <w:rsid w:val="0079630D"/>
    <w:rsid w:val="007A1E40"/>
    <w:rsid w:val="007A20A8"/>
    <w:rsid w:val="007A3455"/>
    <w:rsid w:val="007A3899"/>
    <w:rsid w:val="007A5859"/>
    <w:rsid w:val="007A6AE5"/>
    <w:rsid w:val="007B1F86"/>
    <w:rsid w:val="007B2F1C"/>
    <w:rsid w:val="007B35E9"/>
    <w:rsid w:val="007B6FD7"/>
    <w:rsid w:val="007C23FD"/>
    <w:rsid w:val="007D3BA4"/>
    <w:rsid w:val="007D717E"/>
    <w:rsid w:val="007E2FC1"/>
    <w:rsid w:val="007E7C46"/>
    <w:rsid w:val="007F05C9"/>
    <w:rsid w:val="007F4184"/>
    <w:rsid w:val="007F6007"/>
    <w:rsid w:val="00803572"/>
    <w:rsid w:val="00804139"/>
    <w:rsid w:val="00806091"/>
    <w:rsid w:val="00813AB3"/>
    <w:rsid w:val="00813E03"/>
    <w:rsid w:val="00814998"/>
    <w:rsid w:val="008211E3"/>
    <w:rsid w:val="00823BD2"/>
    <w:rsid w:val="00823DBA"/>
    <w:rsid w:val="00831CBC"/>
    <w:rsid w:val="0083537B"/>
    <w:rsid w:val="00843CE8"/>
    <w:rsid w:val="008506CF"/>
    <w:rsid w:val="00851592"/>
    <w:rsid w:val="008518EF"/>
    <w:rsid w:val="00851BB8"/>
    <w:rsid w:val="00851CEF"/>
    <w:rsid w:val="008529DA"/>
    <w:rsid w:val="008537B0"/>
    <w:rsid w:val="008541F9"/>
    <w:rsid w:val="00854688"/>
    <w:rsid w:val="0085522E"/>
    <w:rsid w:val="0086521A"/>
    <w:rsid w:val="00865234"/>
    <w:rsid w:val="008661C1"/>
    <w:rsid w:val="0086671C"/>
    <w:rsid w:val="008675C4"/>
    <w:rsid w:val="00867713"/>
    <w:rsid w:val="00867865"/>
    <w:rsid w:val="00874078"/>
    <w:rsid w:val="00877012"/>
    <w:rsid w:val="00882946"/>
    <w:rsid w:val="008830D0"/>
    <w:rsid w:val="0089685E"/>
    <w:rsid w:val="008A076C"/>
    <w:rsid w:val="008A0D95"/>
    <w:rsid w:val="008A5883"/>
    <w:rsid w:val="008A5C70"/>
    <w:rsid w:val="008A66EC"/>
    <w:rsid w:val="008B26D5"/>
    <w:rsid w:val="008B4249"/>
    <w:rsid w:val="008B6D1D"/>
    <w:rsid w:val="008B6E4A"/>
    <w:rsid w:val="008C084D"/>
    <w:rsid w:val="008C0D60"/>
    <w:rsid w:val="008C1E50"/>
    <w:rsid w:val="008C47F1"/>
    <w:rsid w:val="008C55CF"/>
    <w:rsid w:val="008C7EA5"/>
    <w:rsid w:val="008D1DD2"/>
    <w:rsid w:val="008D29E6"/>
    <w:rsid w:val="008D55E9"/>
    <w:rsid w:val="008D688A"/>
    <w:rsid w:val="008D77B1"/>
    <w:rsid w:val="008E01ED"/>
    <w:rsid w:val="008E20C0"/>
    <w:rsid w:val="008E2540"/>
    <w:rsid w:val="008E3C7D"/>
    <w:rsid w:val="008E48F5"/>
    <w:rsid w:val="008E7750"/>
    <w:rsid w:val="008F32DE"/>
    <w:rsid w:val="008F3F55"/>
    <w:rsid w:val="009059D8"/>
    <w:rsid w:val="00905B61"/>
    <w:rsid w:val="00905E1A"/>
    <w:rsid w:val="0090691B"/>
    <w:rsid w:val="0090744E"/>
    <w:rsid w:val="0091120C"/>
    <w:rsid w:val="0091723F"/>
    <w:rsid w:val="00920EC9"/>
    <w:rsid w:val="00921AC5"/>
    <w:rsid w:val="00927FB5"/>
    <w:rsid w:val="009337E2"/>
    <w:rsid w:val="0094183A"/>
    <w:rsid w:val="00941FE8"/>
    <w:rsid w:val="009457F2"/>
    <w:rsid w:val="00947247"/>
    <w:rsid w:val="0094766B"/>
    <w:rsid w:val="009504BA"/>
    <w:rsid w:val="00950EB6"/>
    <w:rsid w:val="00951C89"/>
    <w:rsid w:val="0095200C"/>
    <w:rsid w:val="00954FEA"/>
    <w:rsid w:val="009616B1"/>
    <w:rsid w:val="00962F1A"/>
    <w:rsid w:val="00963286"/>
    <w:rsid w:val="00964606"/>
    <w:rsid w:val="009650D2"/>
    <w:rsid w:val="0096517C"/>
    <w:rsid w:val="00965A8C"/>
    <w:rsid w:val="0097094C"/>
    <w:rsid w:val="00971DEA"/>
    <w:rsid w:val="00974212"/>
    <w:rsid w:val="0097603B"/>
    <w:rsid w:val="00980689"/>
    <w:rsid w:val="009812D9"/>
    <w:rsid w:val="00982793"/>
    <w:rsid w:val="009834CE"/>
    <w:rsid w:val="00990777"/>
    <w:rsid w:val="00990ACD"/>
    <w:rsid w:val="00994716"/>
    <w:rsid w:val="009A194D"/>
    <w:rsid w:val="009A2628"/>
    <w:rsid w:val="009A3F6E"/>
    <w:rsid w:val="009A42C1"/>
    <w:rsid w:val="009A441D"/>
    <w:rsid w:val="009C6CF6"/>
    <w:rsid w:val="009D26CA"/>
    <w:rsid w:val="009D35A5"/>
    <w:rsid w:val="009D6921"/>
    <w:rsid w:val="009E26E0"/>
    <w:rsid w:val="009E4257"/>
    <w:rsid w:val="009E4E9D"/>
    <w:rsid w:val="009E7453"/>
    <w:rsid w:val="009F0211"/>
    <w:rsid w:val="009F61BD"/>
    <w:rsid w:val="009F6806"/>
    <w:rsid w:val="00A06564"/>
    <w:rsid w:val="00A06DB3"/>
    <w:rsid w:val="00A074A9"/>
    <w:rsid w:val="00A11D5A"/>
    <w:rsid w:val="00A12FB5"/>
    <w:rsid w:val="00A136EF"/>
    <w:rsid w:val="00A2770C"/>
    <w:rsid w:val="00A325FC"/>
    <w:rsid w:val="00A340FC"/>
    <w:rsid w:val="00A4052F"/>
    <w:rsid w:val="00A408CF"/>
    <w:rsid w:val="00A40E31"/>
    <w:rsid w:val="00A41604"/>
    <w:rsid w:val="00A41876"/>
    <w:rsid w:val="00A432B8"/>
    <w:rsid w:val="00A4638C"/>
    <w:rsid w:val="00A46D1B"/>
    <w:rsid w:val="00A561B4"/>
    <w:rsid w:val="00A5642B"/>
    <w:rsid w:val="00A57BB9"/>
    <w:rsid w:val="00A61EED"/>
    <w:rsid w:val="00A678AE"/>
    <w:rsid w:val="00A712C5"/>
    <w:rsid w:val="00A71E11"/>
    <w:rsid w:val="00A7716E"/>
    <w:rsid w:val="00A805D1"/>
    <w:rsid w:val="00A838B5"/>
    <w:rsid w:val="00A849C6"/>
    <w:rsid w:val="00A84D4D"/>
    <w:rsid w:val="00A861DF"/>
    <w:rsid w:val="00A905A6"/>
    <w:rsid w:val="00A92CEE"/>
    <w:rsid w:val="00A93388"/>
    <w:rsid w:val="00A9338C"/>
    <w:rsid w:val="00A93A7A"/>
    <w:rsid w:val="00A9518B"/>
    <w:rsid w:val="00A966BA"/>
    <w:rsid w:val="00A97613"/>
    <w:rsid w:val="00A978E7"/>
    <w:rsid w:val="00AA543E"/>
    <w:rsid w:val="00AA5450"/>
    <w:rsid w:val="00AA549B"/>
    <w:rsid w:val="00AA5B6D"/>
    <w:rsid w:val="00AB0174"/>
    <w:rsid w:val="00AC01D2"/>
    <w:rsid w:val="00AC06AA"/>
    <w:rsid w:val="00AC3F27"/>
    <w:rsid w:val="00AD3230"/>
    <w:rsid w:val="00AD4D74"/>
    <w:rsid w:val="00AE1E47"/>
    <w:rsid w:val="00AE644A"/>
    <w:rsid w:val="00AF75DC"/>
    <w:rsid w:val="00B0049D"/>
    <w:rsid w:val="00B02C36"/>
    <w:rsid w:val="00B038E6"/>
    <w:rsid w:val="00B05CDD"/>
    <w:rsid w:val="00B07509"/>
    <w:rsid w:val="00B078A1"/>
    <w:rsid w:val="00B1028E"/>
    <w:rsid w:val="00B111B1"/>
    <w:rsid w:val="00B119CC"/>
    <w:rsid w:val="00B12177"/>
    <w:rsid w:val="00B12D8F"/>
    <w:rsid w:val="00B13913"/>
    <w:rsid w:val="00B13D22"/>
    <w:rsid w:val="00B14873"/>
    <w:rsid w:val="00B1727C"/>
    <w:rsid w:val="00B20834"/>
    <w:rsid w:val="00B23110"/>
    <w:rsid w:val="00B24506"/>
    <w:rsid w:val="00B24C6F"/>
    <w:rsid w:val="00B2511B"/>
    <w:rsid w:val="00B27E14"/>
    <w:rsid w:val="00B3138E"/>
    <w:rsid w:val="00B313D3"/>
    <w:rsid w:val="00B33C52"/>
    <w:rsid w:val="00B3554C"/>
    <w:rsid w:val="00B36C51"/>
    <w:rsid w:val="00B36D28"/>
    <w:rsid w:val="00B40099"/>
    <w:rsid w:val="00B512F5"/>
    <w:rsid w:val="00B52A66"/>
    <w:rsid w:val="00B548EC"/>
    <w:rsid w:val="00B5535D"/>
    <w:rsid w:val="00B56789"/>
    <w:rsid w:val="00B56E75"/>
    <w:rsid w:val="00B6160F"/>
    <w:rsid w:val="00B6379A"/>
    <w:rsid w:val="00B66990"/>
    <w:rsid w:val="00B722E6"/>
    <w:rsid w:val="00B7298F"/>
    <w:rsid w:val="00B74160"/>
    <w:rsid w:val="00B7605A"/>
    <w:rsid w:val="00B76CD9"/>
    <w:rsid w:val="00B77B65"/>
    <w:rsid w:val="00B77E96"/>
    <w:rsid w:val="00B813E2"/>
    <w:rsid w:val="00B83393"/>
    <w:rsid w:val="00B85F9C"/>
    <w:rsid w:val="00B8612D"/>
    <w:rsid w:val="00B90445"/>
    <w:rsid w:val="00B90CC5"/>
    <w:rsid w:val="00B95950"/>
    <w:rsid w:val="00B96B69"/>
    <w:rsid w:val="00BA1D02"/>
    <w:rsid w:val="00BA50D6"/>
    <w:rsid w:val="00BB2716"/>
    <w:rsid w:val="00BC3412"/>
    <w:rsid w:val="00BC4749"/>
    <w:rsid w:val="00BC7BF2"/>
    <w:rsid w:val="00BD0001"/>
    <w:rsid w:val="00BD1B61"/>
    <w:rsid w:val="00BD26D0"/>
    <w:rsid w:val="00BD5772"/>
    <w:rsid w:val="00BD5F35"/>
    <w:rsid w:val="00BE312F"/>
    <w:rsid w:val="00BE5F39"/>
    <w:rsid w:val="00BF70A4"/>
    <w:rsid w:val="00C01B21"/>
    <w:rsid w:val="00C05CD3"/>
    <w:rsid w:val="00C12AF0"/>
    <w:rsid w:val="00C3026D"/>
    <w:rsid w:val="00C3769F"/>
    <w:rsid w:val="00C40AA3"/>
    <w:rsid w:val="00C4706C"/>
    <w:rsid w:val="00C47911"/>
    <w:rsid w:val="00C4795F"/>
    <w:rsid w:val="00C47DC9"/>
    <w:rsid w:val="00C51844"/>
    <w:rsid w:val="00C52C37"/>
    <w:rsid w:val="00C531AC"/>
    <w:rsid w:val="00C5527F"/>
    <w:rsid w:val="00C60214"/>
    <w:rsid w:val="00C61686"/>
    <w:rsid w:val="00C627F4"/>
    <w:rsid w:val="00C6382C"/>
    <w:rsid w:val="00C66C62"/>
    <w:rsid w:val="00C70625"/>
    <w:rsid w:val="00C73CEB"/>
    <w:rsid w:val="00C73D7C"/>
    <w:rsid w:val="00C751C4"/>
    <w:rsid w:val="00C81F2B"/>
    <w:rsid w:val="00C87230"/>
    <w:rsid w:val="00C9198A"/>
    <w:rsid w:val="00C924E2"/>
    <w:rsid w:val="00C949D1"/>
    <w:rsid w:val="00C94DAA"/>
    <w:rsid w:val="00CA0B21"/>
    <w:rsid w:val="00CA579E"/>
    <w:rsid w:val="00CA586E"/>
    <w:rsid w:val="00CB3CCE"/>
    <w:rsid w:val="00CB4E9F"/>
    <w:rsid w:val="00CC0046"/>
    <w:rsid w:val="00CC1633"/>
    <w:rsid w:val="00CC358E"/>
    <w:rsid w:val="00CC5518"/>
    <w:rsid w:val="00CC62F1"/>
    <w:rsid w:val="00CD3E98"/>
    <w:rsid w:val="00CD4CAF"/>
    <w:rsid w:val="00CD6637"/>
    <w:rsid w:val="00CD744C"/>
    <w:rsid w:val="00CE0120"/>
    <w:rsid w:val="00CE164D"/>
    <w:rsid w:val="00CE70FF"/>
    <w:rsid w:val="00D001E1"/>
    <w:rsid w:val="00D046ED"/>
    <w:rsid w:val="00D141A9"/>
    <w:rsid w:val="00D14E3D"/>
    <w:rsid w:val="00D16944"/>
    <w:rsid w:val="00D20FC5"/>
    <w:rsid w:val="00D21188"/>
    <w:rsid w:val="00D218B0"/>
    <w:rsid w:val="00D3282E"/>
    <w:rsid w:val="00D3322A"/>
    <w:rsid w:val="00D34CD0"/>
    <w:rsid w:val="00D34DBC"/>
    <w:rsid w:val="00D36E68"/>
    <w:rsid w:val="00D40391"/>
    <w:rsid w:val="00D43C99"/>
    <w:rsid w:val="00D441C3"/>
    <w:rsid w:val="00D44B5B"/>
    <w:rsid w:val="00D47767"/>
    <w:rsid w:val="00D5331F"/>
    <w:rsid w:val="00D53327"/>
    <w:rsid w:val="00D5410F"/>
    <w:rsid w:val="00D54FB3"/>
    <w:rsid w:val="00D61AC4"/>
    <w:rsid w:val="00D6299C"/>
    <w:rsid w:val="00D62E57"/>
    <w:rsid w:val="00D6790D"/>
    <w:rsid w:val="00D719D9"/>
    <w:rsid w:val="00D71D9A"/>
    <w:rsid w:val="00D740AB"/>
    <w:rsid w:val="00D81C24"/>
    <w:rsid w:val="00D84D04"/>
    <w:rsid w:val="00D8627E"/>
    <w:rsid w:val="00D91121"/>
    <w:rsid w:val="00D928AF"/>
    <w:rsid w:val="00D932A9"/>
    <w:rsid w:val="00D93A06"/>
    <w:rsid w:val="00D94A2B"/>
    <w:rsid w:val="00DA1846"/>
    <w:rsid w:val="00DA18DC"/>
    <w:rsid w:val="00DA30E7"/>
    <w:rsid w:val="00DB1138"/>
    <w:rsid w:val="00DB267B"/>
    <w:rsid w:val="00DB37FF"/>
    <w:rsid w:val="00DB75E7"/>
    <w:rsid w:val="00DC2C45"/>
    <w:rsid w:val="00DC4625"/>
    <w:rsid w:val="00DC71E3"/>
    <w:rsid w:val="00DD0651"/>
    <w:rsid w:val="00DD452B"/>
    <w:rsid w:val="00DD5CBC"/>
    <w:rsid w:val="00DD7389"/>
    <w:rsid w:val="00DE442F"/>
    <w:rsid w:val="00DE5AC9"/>
    <w:rsid w:val="00DE6200"/>
    <w:rsid w:val="00DE6F12"/>
    <w:rsid w:val="00DE7EA0"/>
    <w:rsid w:val="00DF0A9C"/>
    <w:rsid w:val="00DF0FC3"/>
    <w:rsid w:val="00DF35BB"/>
    <w:rsid w:val="00DF3E34"/>
    <w:rsid w:val="00DF4D86"/>
    <w:rsid w:val="00E008AF"/>
    <w:rsid w:val="00E0127A"/>
    <w:rsid w:val="00E03699"/>
    <w:rsid w:val="00E03E9C"/>
    <w:rsid w:val="00E03FAA"/>
    <w:rsid w:val="00E15A7F"/>
    <w:rsid w:val="00E1626E"/>
    <w:rsid w:val="00E226C9"/>
    <w:rsid w:val="00E22E2C"/>
    <w:rsid w:val="00E37156"/>
    <w:rsid w:val="00E45D68"/>
    <w:rsid w:val="00E53D2E"/>
    <w:rsid w:val="00E617B2"/>
    <w:rsid w:val="00E74274"/>
    <w:rsid w:val="00E75F67"/>
    <w:rsid w:val="00E76DAD"/>
    <w:rsid w:val="00E77F79"/>
    <w:rsid w:val="00E83232"/>
    <w:rsid w:val="00E86F9D"/>
    <w:rsid w:val="00E8782F"/>
    <w:rsid w:val="00E87851"/>
    <w:rsid w:val="00E90887"/>
    <w:rsid w:val="00E90B8D"/>
    <w:rsid w:val="00E92869"/>
    <w:rsid w:val="00E934CC"/>
    <w:rsid w:val="00E9366C"/>
    <w:rsid w:val="00E95292"/>
    <w:rsid w:val="00E97962"/>
    <w:rsid w:val="00EA086A"/>
    <w:rsid w:val="00EA1538"/>
    <w:rsid w:val="00EA21CE"/>
    <w:rsid w:val="00EA279F"/>
    <w:rsid w:val="00EA3915"/>
    <w:rsid w:val="00EA4018"/>
    <w:rsid w:val="00EA7D91"/>
    <w:rsid w:val="00EB0654"/>
    <w:rsid w:val="00EB2203"/>
    <w:rsid w:val="00EB589A"/>
    <w:rsid w:val="00EB61EE"/>
    <w:rsid w:val="00EB6904"/>
    <w:rsid w:val="00EC17DB"/>
    <w:rsid w:val="00EC3CB9"/>
    <w:rsid w:val="00EC7540"/>
    <w:rsid w:val="00EC7C66"/>
    <w:rsid w:val="00ED0E1F"/>
    <w:rsid w:val="00ED3252"/>
    <w:rsid w:val="00ED38B1"/>
    <w:rsid w:val="00ED4753"/>
    <w:rsid w:val="00ED6B0E"/>
    <w:rsid w:val="00ED6DA6"/>
    <w:rsid w:val="00EE0033"/>
    <w:rsid w:val="00EE2297"/>
    <w:rsid w:val="00EE2979"/>
    <w:rsid w:val="00EE386E"/>
    <w:rsid w:val="00EF3AC3"/>
    <w:rsid w:val="00F029C3"/>
    <w:rsid w:val="00F039B4"/>
    <w:rsid w:val="00F054BB"/>
    <w:rsid w:val="00F1004E"/>
    <w:rsid w:val="00F111D4"/>
    <w:rsid w:val="00F11614"/>
    <w:rsid w:val="00F212E4"/>
    <w:rsid w:val="00F24536"/>
    <w:rsid w:val="00F275B7"/>
    <w:rsid w:val="00F3330C"/>
    <w:rsid w:val="00F3345E"/>
    <w:rsid w:val="00F41921"/>
    <w:rsid w:val="00F419CB"/>
    <w:rsid w:val="00F44437"/>
    <w:rsid w:val="00F46BA7"/>
    <w:rsid w:val="00F515D8"/>
    <w:rsid w:val="00F570D4"/>
    <w:rsid w:val="00F6099C"/>
    <w:rsid w:val="00F60B6A"/>
    <w:rsid w:val="00F6216E"/>
    <w:rsid w:val="00F7273A"/>
    <w:rsid w:val="00F744A5"/>
    <w:rsid w:val="00F74641"/>
    <w:rsid w:val="00F74869"/>
    <w:rsid w:val="00F814CC"/>
    <w:rsid w:val="00F822D8"/>
    <w:rsid w:val="00F83237"/>
    <w:rsid w:val="00F8444A"/>
    <w:rsid w:val="00F8469F"/>
    <w:rsid w:val="00F850C0"/>
    <w:rsid w:val="00F85751"/>
    <w:rsid w:val="00F928D7"/>
    <w:rsid w:val="00F935F3"/>
    <w:rsid w:val="00F95E7F"/>
    <w:rsid w:val="00FC0A71"/>
    <w:rsid w:val="00FD04FF"/>
    <w:rsid w:val="00FD15B2"/>
    <w:rsid w:val="00FD29A0"/>
    <w:rsid w:val="00FD3C92"/>
    <w:rsid w:val="00FD404E"/>
    <w:rsid w:val="00FD5BD6"/>
    <w:rsid w:val="00FE0153"/>
    <w:rsid w:val="00FE05D6"/>
    <w:rsid w:val="00FE075C"/>
    <w:rsid w:val="00FE6A85"/>
    <w:rsid w:val="00FF2221"/>
    <w:rsid w:val="00FF303B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A8E5EB"/>
  <w15:docId w15:val="{51CDF137-28C9-4061-AF28-FA1CEC7C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CG Times (WN)" w:hAnsi="CG Times (WN)"/>
      <w:sz w:val="22"/>
      <w:lang w:eastAsia="en-US"/>
    </w:rPr>
  </w:style>
  <w:style w:type="paragraph" w:styleId="Ttulo1">
    <w:name w:val="heading 1"/>
    <w:basedOn w:val="Normal"/>
    <w:next w:val="Avanonormal"/>
    <w:qFormat/>
    <w:pPr>
      <w:spacing w:before="480"/>
      <w:ind w:left="993" w:hanging="993"/>
      <w:outlineLvl w:val="0"/>
    </w:pPr>
    <w:rPr>
      <w:b/>
      <w:caps/>
      <w:sz w:val="30"/>
    </w:rPr>
  </w:style>
  <w:style w:type="paragraph" w:styleId="Ttulo2">
    <w:name w:val="heading 2"/>
    <w:basedOn w:val="Normal"/>
    <w:next w:val="Avanonormal"/>
    <w:qFormat/>
    <w:pPr>
      <w:spacing w:before="240"/>
      <w:ind w:left="993" w:hanging="993"/>
      <w:outlineLvl w:val="1"/>
    </w:pPr>
    <w:rPr>
      <w:b/>
      <w:caps/>
      <w:sz w:val="26"/>
    </w:rPr>
  </w:style>
  <w:style w:type="paragraph" w:styleId="Ttulo3">
    <w:name w:val="heading 3"/>
    <w:basedOn w:val="Normal"/>
    <w:next w:val="Avanonormal"/>
    <w:qFormat/>
    <w:pPr>
      <w:spacing w:before="240"/>
      <w:ind w:left="993" w:hanging="993"/>
      <w:outlineLvl w:val="2"/>
    </w:pPr>
    <w:rPr>
      <w:b/>
      <w:sz w:val="24"/>
    </w:rPr>
  </w:style>
  <w:style w:type="paragraph" w:styleId="Ttulo4">
    <w:name w:val="heading 4"/>
    <w:basedOn w:val="Normal"/>
    <w:next w:val="Avanonormal"/>
    <w:qFormat/>
    <w:pPr>
      <w:spacing w:before="240"/>
      <w:ind w:left="993" w:hanging="993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spacing w:before="240"/>
      <w:jc w:val="center"/>
      <w:outlineLvl w:val="4"/>
    </w:pPr>
    <w:rPr>
      <w:rFonts w:ascii="Times New Roman" w:hAnsi="Times New Roman"/>
      <w:b/>
      <w:sz w:val="20"/>
      <w:u w:val="single"/>
    </w:rPr>
  </w:style>
  <w:style w:type="paragraph" w:styleId="Ttulo6">
    <w:name w:val="heading 6"/>
    <w:basedOn w:val="Normal"/>
    <w:next w:val="Normal"/>
    <w:qFormat/>
    <w:pPr>
      <w:keepNext/>
      <w:tabs>
        <w:tab w:val="left" w:pos="177"/>
      </w:tabs>
      <w:ind w:left="743" w:right="34" w:hanging="743"/>
      <w:outlineLvl w:val="5"/>
    </w:pPr>
    <w:rPr>
      <w:rFonts w:ascii="Times New Roman" w:hAnsi="Times New Roman"/>
      <w:b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left" w:pos="177"/>
      </w:tabs>
      <w:ind w:left="743" w:right="34" w:hanging="709"/>
      <w:outlineLvl w:val="6"/>
    </w:pPr>
    <w:rPr>
      <w:rFonts w:ascii="Times New Roman" w:hAnsi="Times New Roman"/>
      <w:u w:val="single"/>
    </w:rPr>
  </w:style>
  <w:style w:type="paragraph" w:styleId="Ttulo8">
    <w:name w:val="heading 8"/>
    <w:basedOn w:val="Normal"/>
    <w:next w:val="Normal"/>
    <w:qFormat/>
    <w:pPr>
      <w:keepNext/>
      <w:tabs>
        <w:tab w:val="left" w:pos="177"/>
      </w:tabs>
      <w:ind w:left="743" w:right="34" w:hanging="743"/>
      <w:outlineLvl w:val="7"/>
    </w:pPr>
    <w:rPr>
      <w:rFonts w:ascii="Times New Roman" w:hAnsi="Times New Roman"/>
      <w:u w:val="single"/>
    </w:rPr>
  </w:style>
  <w:style w:type="paragraph" w:styleId="Ttulo9">
    <w:name w:val="heading 9"/>
    <w:basedOn w:val="Normal"/>
    <w:next w:val="Normal"/>
    <w:qFormat/>
    <w:pPr>
      <w:keepNext/>
      <w:ind w:right="-86"/>
      <w:jc w:val="center"/>
      <w:outlineLvl w:val="8"/>
    </w:pPr>
    <w:rPr>
      <w:rFonts w:ascii="Times New Roman" w:hAnsi="Times New Roman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normal">
    <w:name w:val="Normal Indent"/>
    <w:basedOn w:val="Normal"/>
    <w:pPr>
      <w:ind w:left="993"/>
    </w:pPr>
  </w:style>
  <w:style w:type="paragraph" w:styleId="ndice4">
    <w:name w:val="toc 4"/>
    <w:basedOn w:val="Ttulo4"/>
    <w:semiHidden/>
    <w:pPr>
      <w:outlineLvl w:val="9"/>
    </w:pPr>
  </w:style>
  <w:style w:type="paragraph" w:styleId="ndice3">
    <w:name w:val="toc 3"/>
    <w:basedOn w:val="Ttulo3"/>
    <w:semiHidden/>
    <w:pPr>
      <w:outlineLvl w:val="9"/>
    </w:pPr>
  </w:style>
  <w:style w:type="paragraph" w:styleId="ndice2">
    <w:name w:val="toc 2"/>
    <w:basedOn w:val="Ttulo2"/>
    <w:semiHidden/>
    <w:pPr>
      <w:outlineLvl w:val="9"/>
    </w:pPr>
  </w:style>
  <w:style w:type="paragraph" w:styleId="ndice1">
    <w:name w:val="toc 1"/>
    <w:basedOn w:val="Ttulo1"/>
    <w:semiHidden/>
    <w:pPr>
      <w:outlineLvl w:val="9"/>
    </w:pPr>
  </w:style>
  <w:style w:type="paragraph" w:styleId="Rodap">
    <w:name w:val="footer"/>
    <w:basedOn w:val="Normal"/>
    <w:pPr>
      <w:jc w:val="center"/>
    </w:pPr>
    <w:rPr>
      <w:sz w:val="12"/>
    </w:rPr>
  </w:style>
  <w:style w:type="paragraph" w:styleId="Cabealho">
    <w:name w:val="header"/>
    <w:basedOn w:val="Normal"/>
    <w:next w:val="Normal"/>
    <w:link w:val="CabealhoCarter"/>
    <w:pPr>
      <w:jc w:val="center"/>
    </w:pPr>
    <w:rPr>
      <w:b/>
      <w:caps/>
      <w:sz w:val="34"/>
    </w:rPr>
  </w:style>
  <w:style w:type="paragraph" w:customStyle="1" w:styleId="NotadeRodap">
    <w:name w:val="Nota de Rodapé"/>
    <w:basedOn w:val="Normal"/>
    <w:rPr>
      <w:sz w:val="16"/>
    </w:rPr>
  </w:style>
  <w:style w:type="paragraph" w:styleId="Textodebloco">
    <w:name w:val="Block Text"/>
    <w:basedOn w:val="Normal"/>
    <w:pPr>
      <w:tabs>
        <w:tab w:val="left" w:pos="177"/>
      </w:tabs>
      <w:overflowPunct w:val="0"/>
      <w:autoSpaceDE w:val="0"/>
      <w:autoSpaceDN w:val="0"/>
      <w:adjustRightInd w:val="0"/>
      <w:ind w:left="743" w:right="34" w:hanging="709"/>
      <w:textAlignment w:val="baseline"/>
    </w:pPr>
    <w:rPr>
      <w:rFonts w:ascii="Times New Roman" w:hAnsi="Times New Roman"/>
      <w:sz w:val="24"/>
    </w:r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tabs>
        <w:tab w:val="left" w:pos="-1985"/>
      </w:tabs>
      <w:ind w:left="743"/>
    </w:pPr>
    <w:rPr>
      <w:rFonts w:ascii="Times New Roman" w:hAnsi="Times New Roman"/>
    </w:rPr>
  </w:style>
  <w:style w:type="paragraph" w:styleId="Corpodetexto">
    <w:name w:val="Body Text"/>
    <w:basedOn w:val="Normal"/>
    <w:link w:val="CorpodetextoCarter"/>
    <w:rPr>
      <w:rFonts w:ascii="Times New Roman" w:hAnsi="Times New Roman"/>
      <w:sz w:val="20"/>
    </w:rPr>
  </w:style>
  <w:style w:type="paragraph" w:styleId="Corpodetexto2">
    <w:name w:val="Body Text 2"/>
    <w:basedOn w:val="Normal"/>
    <w:pPr>
      <w:spacing w:before="120" w:line="360" w:lineRule="auto"/>
    </w:pPr>
    <w:rPr>
      <w:rFonts w:ascii="Times New Roman" w:hAnsi="Times New Roman"/>
      <w:b/>
      <w:i/>
    </w:rPr>
  </w:style>
  <w:style w:type="paragraph" w:styleId="Textodebalo">
    <w:name w:val="Balloon Text"/>
    <w:basedOn w:val="Normal"/>
    <w:semiHidden/>
    <w:rsid w:val="000B385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8434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uiPriority w:val="99"/>
    <w:rsid w:val="005D5A52"/>
    <w:rPr>
      <w:rFonts w:ascii="CG Times (WN)" w:hAnsi="CG Times (WN)"/>
      <w:b/>
      <w:caps/>
      <w:sz w:val="34"/>
      <w:lang w:eastAsia="en-US"/>
    </w:rPr>
  </w:style>
  <w:style w:type="character" w:styleId="Hiperligao">
    <w:name w:val="Hyperlink"/>
    <w:basedOn w:val="Tipodeletrapredefinidodopargrafo"/>
    <w:uiPriority w:val="99"/>
    <w:rsid w:val="00BC4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1E11"/>
    <w:pPr>
      <w:ind w:left="720"/>
      <w:contextualSpacing/>
    </w:pPr>
  </w:style>
  <w:style w:type="paragraph" w:styleId="Textosimples">
    <w:name w:val="Plain Text"/>
    <w:basedOn w:val="Normal"/>
    <w:link w:val="TextosimplesCarter"/>
    <w:uiPriority w:val="99"/>
    <w:rsid w:val="00624D29"/>
    <w:pPr>
      <w:jc w:val="left"/>
    </w:pPr>
    <w:rPr>
      <w:rFonts w:ascii="Calibri" w:hAnsi="Calibri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24D29"/>
    <w:rPr>
      <w:rFonts w:ascii="Calibri" w:hAnsi="Calibri"/>
      <w:sz w:val="22"/>
      <w:szCs w:val="21"/>
      <w:lang w:eastAsia="en-US"/>
    </w:rPr>
  </w:style>
  <w:style w:type="character" w:customStyle="1" w:styleId="labels1">
    <w:name w:val="labels1"/>
    <w:basedOn w:val="Tipodeletrapredefinidodopargrafo"/>
    <w:rsid w:val="0076430D"/>
    <w:rPr>
      <w:rFonts w:ascii="Verdana" w:hAnsi="Verdana" w:hint="default"/>
      <w:b w:val="0"/>
      <w:bCs w:val="0"/>
      <w:color w:val="004489"/>
      <w:sz w:val="15"/>
      <w:szCs w:val="15"/>
    </w:rPr>
  </w:style>
  <w:style w:type="character" w:styleId="Hiperligaovisitada">
    <w:name w:val="FollowedHyperlink"/>
    <w:basedOn w:val="Tipodeletrapredefinidodopargrafo"/>
    <w:rsid w:val="00573B98"/>
    <w:rPr>
      <w:color w:val="800080" w:themeColor="followedHyperlink"/>
      <w:u w:val="single"/>
    </w:rPr>
  </w:style>
  <w:style w:type="character" w:customStyle="1" w:styleId="CorpodetextoCarter">
    <w:name w:val="Corpo de texto Caráter"/>
    <w:basedOn w:val="Tipodeletrapredefinidodopargrafo"/>
    <w:link w:val="Corpodetexto"/>
    <w:rsid w:val="001A0310"/>
    <w:rPr>
      <w:lang w:eastAsia="en-US"/>
    </w:rPr>
  </w:style>
  <w:style w:type="table" w:customStyle="1" w:styleId="RE1">
    <w:name w:val="RE 1"/>
    <w:basedOn w:val="Tabelanormal"/>
    <w:uiPriority w:val="99"/>
    <w:rsid w:val="005D0ADD"/>
    <w:pPr>
      <w:spacing w:before="120" w:after="120"/>
      <w:jc w:val="center"/>
    </w:pPr>
    <w:rPr>
      <w:rFonts w:ascii="Arial" w:eastAsiaTheme="minorHAnsi" w:hAnsi="Arial" w:cstheme="minorBidi"/>
      <w:sz w:val="18"/>
      <w:szCs w:val="22"/>
      <w:lang w:val="en-US"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62410D"/>
    <w:rPr>
      <w:color w:val="808080"/>
    </w:rPr>
  </w:style>
  <w:style w:type="paragraph" w:customStyle="1" w:styleId="AllCapsHeading">
    <w:name w:val="All Caps Heading"/>
    <w:basedOn w:val="Normal"/>
    <w:rsid w:val="00814998"/>
    <w:pPr>
      <w:jc w:val="left"/>
    </w:pPr>
    <w:rPr>
      <w:rFonts w:ascii="Tahoma" w:hAnsi="Tahoma" w:cs="Tahoma"/>
      <w:b/>
      <w:caps/>
      <w:color w:val="808080"/>
      <w:spacing w:val="4"/>
      <w:sz w:val="14"/>
      <w:szCs w:val="14"/>
      <w:lang w:val="en-US" w:bidi="en-US"/>
    </w:rPr>
  </w:style>
  <w:style w:type="paragraph" w:styleId="Textodenotadefim">
    <w:name w:val="endnote text"/>
    <w:basedOn w:val="Normal"/>
    <w:link w:val="TextodenotadefimCarter"/>
    <w:rsid w:val="005D5CE5"/>
    <w:rPr>
      <w:sz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rsid w:val="005D5CE5"/>
    <w:rPr>
      <w:rFonts w:ascii="CG Times (WN)" w:hAnsi="CG Times (WN)"/>
      <w:lang w:eastAsia="en-US"/>
    </w:rPr>
  </w:style>
  <w:style w:type="character" w:styleId="Refdenotadefim">
    <w:name w:val="endnote reference"/>
    <w:basedOn w:val="Tipodeletrapredefinidodopargrafo"/>
    <w:rsid w:val="005D5C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aplicacoes.refer.pt/Geral/eFavoritos/openDMS.aspx?Documento=10003601122&amp;TPDoc=380&amp;DocParcial=00&amp;Versao=0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~1\MSOFFICE\WINWORD\TEMPLATE\FICHA_P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B46D-284D-41C4-81D8-6CBA5790E2DF}">
  <ds:schemaRefs/>
</ds:datastoreItem>
</file>

<file path=customXml/itemProps2.xml><?xml version="1.0" encoding="utf-8"?>
<ds:datastoreItem xmlns:ds="http://schemas.openxmlformats.org/officeDocument/2006/customXml" ds:itemID="{623B2623-D46F-4F76-BE32-845CBD1E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FICHA_PR.DOT</Template>
  <TotalTime>75</TotalTime>
  <Pages>4</Pages>
  <Words>819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Travessia a Céu Aberto - Parte I (EE)</vt:lpstr>
    </vt:vector>
  </TitlesOfParts>
  <Company>IP, SA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Parte I (EE)</dc:title>
  <dc:creator>sergio.calado@infraestruturasdeportugal.pt</dc:creator>
  <cp:keywords/>
  <cp:lastModifiedBy>Sérgio Rui Oliveira Calado</cp:lastModifiedBy>
  <cp:revision>9</cp:revision>
  <cp:lastPrinted>2016-03-28T11:11:00Z</cp:lastPrinted>
  <dcterms:created xsi:type="dcterms:W3CDTF">2021-02-12T10:04:00Z</dcterms:created>
  <dcterms:modified xsi:type="dcterms:W3CDTF">2024-01-23T10:25:00Z</dcterms:modified>
</cp:coreProperties>
</file>